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89583" w14:textId="77777777" w:rsidR="00531BDC" w:rsidRPr="006D33DA" w:rsidRDefault="00821E59" w:rsidP="00531BDC">
      <w:pPr>
        <w:rPr>
          <w:sz w:val="8"/>
          <w:szCs w:val="8"/>
        </w:rPr>
      </w:pPr>
      <w:bookmarkStart w:id="0" w:name="_GoBack"/>
      <w:bookmarkEnd w:id="0"/>
      <w:r>
        <w:rPr>
          <w:noProof/>
          <w:lang w:eastAsia="en-US"/>
        </w:rPr>
        <w:pict w14:anchorId="0C2A78F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0pt;margin-top:-25.85pt;width:413.5pt;height:25.35pt;z-index:251657728" filled="f" stroked="f">
            <v:textbox style="mso-next-textbox:#_x0000_s1027">
              <w:txbxContent>
                <w:p w14:paraId="7ADE3757" w14:textId="77777777" w:rsidR="000259B1" w:rsidRPr="00F95F4D" w:rsidRDefault="000259B1" w:rsidP="00531BD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 xml:space="preserve">DIVISION: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Marketing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>DEPARTMENT: Ticketing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>DRAFT v.2</w:t>
                  </w:r>
                </w:p>
                <w:p w14:paraId="39FE033C" w14:textId="77777777" w:rsidR="000259B1" w:rsidRPr="00531BDC" w:rsidRDefault="000259B1" w:rsidP="00531BDC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FF99CC" w:fill="33996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531BDC" w:rsidRPr="00A418A3" w14:paraId="24195E0C" w14:textId="77777777"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74CB" w14:textId="77777777" w:rsidR="00531BDC" w:rsidRPr="00A418A3" w:rsidRDefault="00531BDC" w:rsidP="00885F24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E61407">
              <w:rPr>
                <w:rStyle w:val="SPARCGraphTitle"/>
                <w:rFonts w:ascii="Tahoma" w:hAnsi="Tahoma" w:cs="Tahoma"/>
                <w:szCs w:val="16"/>
              </w:rPr>
              <w:t xml:space="preserve">Venue </w:t>
            </w:r>
            <w:r w:rsidR="00355FCD">
              <w:rPr>
                <w:rStyle w:val="SPARCGraphTitle"/>
                <w:rFonts w:ascii="Tahoma" w:hAnsi="Tahoma" w:cs="Tahoma"/>
                <w:szCs w:val="16"/>
              </w:rPr>
              <w:t xml:space="preserve">Ticketing </w:t>
            </w:r>
            <w:r w:rsidR="00885F24">
              <w:rPr>
                <w:rStyle w:val="SPARCGraphTitle"/>
                <w:rFonts w:ascii="Tahoma" w:hAnsi="Tahoma" w:cs="Tahoma"/>
                <w:szCs w:val="16"/>
              </w:rPr>
              <w:t>Supervisor</w:t>
            </w:r>
          </w:p>
        </w:tc>
      </w:tr>
      <w:tr w:rsidR="00531BDC" w:rsidRPr="00A418A3" w14:paraId="4F4A7E7C" w14:textId="77777777"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C514" w14:textId="77777777" w:rsidR="00531BDC" w:rsidRPr="00A418A3" w:rsidRDefault="00531BDC" w:rsidP="00CD146F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531BDC" w:rsidRPr="00A418A3" w14:paraId="63902D34" w14:textId="77777777"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3C60" w14:textId="77777777" w:rsidR="00531BDC" w:rsidRPr="00A418A3" w:rsidRDefault="00531BDC" w:rsidP="00885F24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885F24">
              <w:rPr>
                <w:rStyle w:val="SPARCGraphTitle"/>
                <w:rFonts w:ascii="Tahoma" w:hAnsi="Tahoma" w:cs="Tahoma"/>
                <w:szCs w:val="16"/>
              </w:rPr>
              <w:t>Venue Ticketing Coordinator</w:t>
            </w:r>
          </w:p>
        </w:tc>
      </w:tr>
      <w:tr w:rsidR="00531BDC" w:rsidRPr="00A418A3" w14:paraId="33D6F050" w14:textId="77777777"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072C" w14:textId="77777777" w:rsidR="00531BDC" w:rsidRPr="00A418A3" w:rsidRDefault="00E61407" w:rsidP="00CD146F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14:paraId="57CDF1EC" w14:textId="77777777" w:rsidR="00531BDC" w:rsidRPr="00A418A3" w:rsidRDefault="00531BDC" w:rsidP="00531BDC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531BDC" w:rsidRPr="00A418A3" w14:paraId="6E05B1DB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C1CE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531BDC" w:rsidRPr="00A418A3" w14:paraId="6CC352F7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1D56" w14:textId="77777777" w:rsidR="00840C8B" w:rsidRPr="00840C8B" w:rsidRDefault="006E618D" w:rsidP="00CD146F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741C08"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1017C6">
              <w:rPr>
                <w:rFonts w:ascii="Tahoma" w:hAnsi="Tahoma" w:cs="Tahoma"/>
                <w:sz w:val="16"/>
                <w:szCs w:val="16"/>
              </w:rPr>
              <w:t>coordinate</w:t>
            </w:r>
            <w:r w:rsidRPr="00741C08">
              <w:rPr>
                <w:rFonts w:ascii="Tahoma" w:hAnsi="Tahoma" w:cs="Tahoma"/>
                <w:sz w:val="16"/>
                <w:szCs w:val="16"/>
              </w:rPr>
              <w:t xml:space="preserve"> the </w:t>
            </w:r>
            <w:r w:rsidR="000259B1">
              <w:rPr>
                <w:rFonts w:ascii="Tahoma" w:hAnsi="Tahoma" w:cs="Tahoma"/>
                <w:sz w:val="16"/>
                <w:szCs w:val="16"/>
              </w:rPr>
              <w:t xml:space="preserve">team of ticket sellers, ticket rippers and </w:t>
            </w:r>
            <w:proofErr w:type="spellStart"/>
            <w:r w:rsidR="000259B1">
              <w:rPr>
                <w:rFonts w:ascii="Tahoma" w:hAnsi="Tahoma" w:cs="Tahoma"/>
                <w:sz w:val="16"/>
                <w:szCs w:val="16"/>
              </w:rPr>
              <w:t>programme</w:t>
            </w:r>
            <w:proofErr w:type="spellEnd"/>
            <w:r w:rsidR="000259B1">
              <w:rPr>
                <w:rFonts w:ascii="Tahoma" w:hAnsi="Tahoma" w:cs="Tahoma"/>
                <w:sz w:val="16"/>
                <w:szCs w:val="16"/>
              </w:rPr>
              <w:t xml:space="preserve"> sellers</w:t>
            </w:r>
            <w:r w:rsidR="001017C6">
              <w:rPr>
                <w:rFonts w:ascii="Tahoma" w:hAnsi="Tahoma" w:cs="Tahoma"/>
                <w:sz w:val="16"/>
                <w:szCs w:val="16"/>
              </w:rPr>
              <w:t xml:space="preserve"> for the </w:t>
            </w:r>
            <w:r w:rsidR="00CD146F">
              <w:rPr>
                <w:rFonts w:ascii="Tahoma" w:hAnsi="Tahoma" w:cs="Tahoma"/>
                <w:sz w:val="16"/>
                <w:szCs w:val="16"/>
              </w:rPr>
              <w:t>event</w:t>
            </w:r>
            <w:r w:rsidRPr="00741C0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531BDC" w:rsidRPr="00A418A3" w14:paraId="2FE11981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CF22" w14:textId="77777777" w:rsidR="00531BDC" w:rsidRPr="00FD0FEC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FD0FEC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531BDC" w:rsidRPr="00A418A3" w14:paraId="4A0CFB83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2EA5" w14:textId="77777777" w:rsidR="00BD09A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supervise the team selling tickets as requested by walk up patrons on the day of the events.</w:t>
            </w:r>
          </w:p>
          <w:p w14:paraId="27B66668" w14:textId="77777777" w:rsidR="00BD09A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ensure all Ticket Sellers know the prices of tickets and other relevant venue and ticketing information.</w:t>
            </w:r>
          </w:p>
          <w:p w14:paraId="1B835DEE" w14:textId="77777777" w:rsidR="00BD09A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D09AB">
              <w:rPr>
                <w:rFonts w:ascii="Tahoma" w:hAnsi="Tahoma" w:cs="Tahoma"/>
                <w:sz w:val="16"/>
                <w:szCs w:val="16"/>
              </w:rPr>
              <w:t xml:space="preserve">To supervise the team checking spectator’s tickets as they pass through the </w:t>
            </w:r>
            <w:r w:rsidR="00676E74" w:rsidRPr="00BD09AB">
              <w:rPr>
                <w:rFonts w:ascii="Tahoma" w:hAnsi="Tahoma" w:cs="Tahoma"/>
                <w:sz w:val="16"/>
                <w:szCs w:val="16"/>
              </w:rPr>
              <w:t>gate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and rechecking tickets along with pass out cards again on re-entry.</w:t>
            </w:r>
          </w:p>
          <w:p w14:paraId="19B72524" w14:textId="77777777" w:rsidR="00BD09A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ensure all the Ticket Box Office Operational procedures and systems (including but not limited to money handling procedures, security, sales completion, sales reconciliation </w:t>
            </w:r>
            <w:r w:rsidR="00676E74">
              <w:rPr>
                <w:rFonts w:ascii="Tahoma" w:hAnsi="Tahoma" w:cs="Tahoma"/>
                <w:sz w:val="16"/>
                <w:szCs w:val="16"/>
              </w:rPr>
              <w:t>etc.</w:t>
            </w:r>
            <w:r>
              <w:rPr>
                <w:rFonts w:ascii="Tahoma" w:hAnsi="Tahoma" w:cs="Tahoma"/>
                <w:sz w:val="16"/>
                <w:szCs w:val="16"/>
              </w:rPr>
              <w:t>) are adhered to.</w:t>
            </w:r>
          </w:p>
          <w:p w14:paraId="221899F7" w14:textId="77777777" w:rsidR="00BD09A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EE1665">
              <w:rPr>
                <w:rFonts w:ascii="Tahoma" w:hAnsi="Tahoma" w:cs="Tahoma"/>
                <w:sz w:val="16"/>
                <w:szCs w:val="16"/>
              </w:rPr>
              <w:t xml:space="preserve">assist the Venue Ticketing Coordinator with managing </w:t>
            </w:r>
            <w:r>
              <w:rPr>
                <w:rFonts w:ascii="Tahoma" w:hAnsi="Tahoma" w:cs="Tahoma"/>
                <w:sz w:val="16"/>
                <w:szCs w:val="16"/>
              </w:rPr>
              <w:t>enquiries, venue collections (ticket pick up) and seating issues within the venue.</w:t>
            </w:r>
          </w:p>
          <w:p w14:paraId="24D761F0" w14:textId="77777777" w:rsidR="00BD09A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escalate any issues within the operational parameters set by the LOC Ticketing Manager and Venue Ticketing </w:t>
            </w:r>
            <w:r w:rsidR="00EE1665">
              <w:rPr>
                <w:rFonts w:ascii="Tahoma" w:hAnsi="Tahoma" w:cs="Tahoma"/>
                <w:sz w:val="16"/>
                <w:szCs w:val="16"/>
              </w:rPr>
              <w:t>Coordinator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5D4F96B" w14:textId="77777777" w:rsidR="00BD09AB" w:rsidRPr="006729CB" w:rsidRDefault="00BD09AB" w:rsidP="00BD09AB">
            <w:pPr>
              <w:numPr>
                <w:ilvl w:val="0"/>
                <w:numId w:val="10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follow the direction and guidance of the LOC Ticketing Manager and Venue Ticket </w:t>
            </w:r>
            <w:r w:rsidR="00EE1665">
              <w:rPr>
                <w:rFonts w:ascii="Tahoma" w:hAnsi="Tahoma" w:cs="Tahoma"/>
                <w:sz w:val="16"/>
                <w:szCs w:val="16"/>
              </w:rPr>
              <w:t>Coordinator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67177C9" w14:textId="77777777" w:rsidR="00531BDC" w:rsidRPr="00840C8B" w:rsidRDefault="00531BDC" w:rsidP="00BD09AB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1BDC" w:rsidRPr="00A418A3" w14:paraId="47C8A2D4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B1D8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531BDC" w:rsidRPr="00A418A3" w14:paraId="760363B1" w14:textId="77777777"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867D" w14:textId="77777777" w:rsidR="00531BDC" w:rsidRPr="00A418A3" w:rsidRDefault="00531BDC" w:rsidP="00CD146F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</w:t>
            </w:r>
            <w:r w:rsidR="00E61407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 xml:space="preserve">All LOC </w:t>
            </w:r>
            <w:r w:rsidR="00E61407">
              <w:rPr>
                <w:rFonts w:ascii="Tahoma" w:hAnsi="Tahoma" w:cs="Tahoma"/>
                <w:szCs w:val="16"/>
              </w:rPr>
              <w:t xml:space="preserve">&amp; VOC </w:t>
            </w:r>
            <w:r w:rsidRPr="00A418A3">
              <w:rPr>
                <w:rFonts w:ascii="Tahoma" w:hAnsi="Tahoma" w:cs="Tahoma"/>
                <w:szCs w:val="16"/>
              </w:rPr>
              <w:t xml:space="preserve">staff </w:t>
            </w:r>
            <w:proofErr w:type="gramStart"/>
            <w:r w:rsidRPr="00A418A3">
              <w:rPr>
                <w:rFonts w:ascii="Tahoma" w:hAnsi="Tahoma" w:cs="Tahoma"/>
                <w:szCs w:val="16"/>
              </w:rPr>
              <w:t>are</w:t>
            </w:r>
            <w:proofErr w:type="gramEnd"/>
            <w:r w:rsidRPr="00A418A3">
              <w:rPr>
                <w:rFonts w:ascii="Tahoma" w:hAnsi="Tahoma" w:cs="Tahoma"/>
                <w:szCs w:val="16"/>
              </w:rPr>
              <w:t xml:space="preserve"> to display the following </w:t>
            </w:r>
            <w:r w:rsidR="00676E74" w:rsidRPr="00A418A3">
              <w:rPr>
                <w:rFonts w:ascii="Tahoma" w:hAnsi="Tahoma" w:cs="Tahoma"/>
                <w:szCs w:val="16"/>
              </w:rPr>
              <w:t>qualities:</w:t>
            </w:r>
            <w:r w:rsidR="00840C8B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</w:t>
            </w:r>
            <w:r w:rsidR="00A17AD2">
              <w:rPr>
                <w:rFonts w:ascii="Tahoma" w:hAnsi="Tahoma" w:cs="Tahoma"/>
                <w:szCs w:val="16"/>
              </w:rPr>
              <w:t xml:space="preserve">onate, Committed, Inclusive, </w:t>
            </w:r>
            <w:r w:rsidRPr="00A418A3">
              <w:rPr>
                <w:rFonts w:ascii="Tahoma" w:hAnsi="Tahoma" w:cs="Tahoma"/>
                <w:szCs w:val="16"/>
              </w:rPr>
              <w:t>Community Orientated</w:t>
            </w:r>
            <w:r w:rsidR="00A17AD2">
              <w:rPr>
                <w:rFonts w:ascii="Tahoma" w:hAnsi="Tahoma" w:cs="Tahoma"/>
                <w:szCs w:val="16"/>
              </w:rPr>
              <w:t xml:space="preserve"> and the ability to actively participate as part of a team.</w:t>
            </w:r>
          </w:p>
        </w:tc>
      </w:tr>
      <w:tr w:rsidR="00531BDC" w:rsidRPr="00A418A3" w14:paraId="329E1398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67EC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B4DB" w14:textId="77777777" w:rsidR="00531BDC" w:rsidRPr="00A418A3" w:rsidRDefault="00531BDC" w:rsidP="00B73D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531BDC" w:rsidRPr="00A418A3" w14:paraId="010EC407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867B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Capital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1BD6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E61407">
              <w:rPr>
                <w:rFonts w:ascii="Tahoma" w:hAnsi="Tahoma" w:cs="Tahoma"/>
                <w:szCs w:val="16"/>
              </w:rPr>
              <w:t>0</w:t>
            </w:r>
          </w:p>
        </w:tc>
      </w:tr>
      <w:tr w:rsidR="00531BDC" w:rsidRPr="00A418A3" w14:paraId="4199CD90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E782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Operational Expenditure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2B16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E61407">
              <w:rPr>
                <w:rFonts w:ascii="Tahoma" w:hAnsi="Tahoma" w:cs="Tahoma"/>
                <w:szCs w:val="16"/>
              </w:rPr>
              <w:t>0</w:t>
            </w:r>
          </w:p>
        </w:tc>
      </w:tr>
      <w:tr w:rsidR="00531BDC" w:rsidRPr="00A418A3" w14:paraId="6EE13053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D206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Authorisation to Hire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F950" w14:textId="77777777" w:rsidR="00531BDC" w:rsidRPr="00A418A3" w:rsidRDefault="00E61407" w:rsidP="00B73D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  <w:t>NO</w:t>
            </w:r>
          </w:p>
        </w:tc>
      </w:tr>
      <w:tr w:rsidR="00531BDC" w:rsidRPr="00A418A3" w14:paraId="2991E47F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DE2E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Authorised to sign Contracts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787B" w14:textId="77777777" w:rsidR="00531BDC" w:rsidRPr="00A418A3" w:rsidRDefault="00E61407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NO</w:t>
            </w:r>
          </w:p>
        </w:tc>
      </w:tr>
      <w:tr w:rsidR="00531BDC" w:rsidRPr="00A418A3" w14:paraId="22ADE8F7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9F7F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B04B" w14:textId="77777777" w:rsidR="00531BDC" w:rsidRPr="00A418A3" w:rsidRDefault="00531BDC" w:rsidP="00B73D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531BDC" w:rsidRPr="00A418A3" w14:paraId="2A689D85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1CA8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131A" w14:textId="77777777" w:rsidR="00E61407" w:rsidRPr="00A418A3" w:rsidRDefault="00BD09AB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Volunteer</w:t>
            </w:r>
          </w:p>
        </w:tc>
      </w:tr>
      <w:tr w:rsidR="00531BDC" w:rsidRPr="00A418A3" w14:paraId="646BDB4D" w14:textId="77777777"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BF53" w14:textId="77777777" w:rsidR="00531BDC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Payment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9BFB" w14:textId="77777777" w:rsidR="00531BDC" w:rsidRPr="00A418A3" w:rsidRDefault="00BD09AB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NIL</w:t>
            </w:r>
          </w:p>
        </w:tc>
      </w:tr>
      <w:tr w:rsidR="00531BDC" w:rsidRPr="006D33DA" w14:paraId="14DE2D32" w14:textId="77777777"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0133" w14:textId="77777777" w:rsidR="00531BDC" w:rsidRPr="006D33DA" w:rsidRDefault="00531BDC" w:rsidP="00B73D73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CE67" w14:textId="77777777" w:rsidR="00531BDC" w:rsidRPr="006D33DA" w:rsidRDefault="00531BDC" w:rsidP="00B73D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531BDC" w:rsidRPr="00F7527B" w14:paraId="70B8A13A" w14:textId="77777777"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A0AC" w14:textId="77777777" w:rsidR="00531BDC" w:rsidRPr="006D33DA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  <w:tr w:rsidR="00531BDC" w:rsidRPr="00A418A3" w14:paraId="318F586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"/>
        </w:trPr>
        <w:tc>
          <w:tcPr>
            <w:tcW w:w="1006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177E" w14:textId="77777777" w:rsidR="00531BDC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15A82C7F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14:paraId="6FBFB104" w14:textId="77777777" w:rsidR="00531BDC" w:rsidRPr="00A418A3" w:rsidRDefault="00EE1665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Venue </w:t>
            </w:r>
            <w:r w:rsidR="009E279C">
              <w:rPr>
                <w:rFonts w:ascii="Tahoma" w:hAnsi="Tahoma" w:cs="Tahoma"/>
                <w:szCs w:val="16"/>
              </w:rPr>
              <w:t>Ticketing</w:t>
            </w:r>
            <w:r w:rsidR="00746CDE">
              <w:rPr>
                <w:rFonts w:ascii="Tahoma" w:hAnsi="Tahoma" w:cs="Tahoma"/>
                <w:szCs w:val="16"/>
              </w:rPr>
              <w:t xml:space="preserve"> </w:t>
            </w:r>
            <w:r w:rsidR="00BD09AB">
              <w:rPr>
                <w:rFonts w:ascii="Tahoma" w:hAnsi="Tahoma" w:cs="Tahoma"/>
                <w:szCs w:val="16"/>
              </w:rPr>
              <w:t>Supervisor</w:t>
            </w:r>
            <w:r w:rsidR="00746CDE">
              <w:rPr>
                <w:rFonts w:ascii="Tahoma" w:hAnsi="Tahoma" w:cs="Tahoma"/>
                <w:szCs w:val="16"/>
              </w:rPr>
              <w:t xml:space="preserve">’s </w:t>
            </w:r>
            <w:r w:rsidR="00531BDC" w:rsidRPr="00A418A3">
              <w:rPr>
                <w:rFonts w:ascii="Tahoma" w:hAnsi="Tahoma" w:cs="Tahoma"/>
                <w:szCs w:val="16"/>
              </w:rPr>
              <w:t>Signature</w:t>
            </w:r>
          </w:p>
          <w:p w14:paraId="27F6DF17" w14:textId="77777777" w:rsidR="00531BDC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44D939C4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14:paraId="5C89E7D2" w14:textId="77777777" w:rsidR="00531BDC" w:rsidRPr="00A418A3" w:rsidRDefault="00531BDC" w:rsidP="00B73D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14:paraId="633F3D95" w14:textId="77777777" w:rsidR="00D03BF5" w:rsidRPr="00AA7D76" w:rsidRDefault="00D03BF5" w:rsidP="00531BDC"/>
    <w:sectPr w:rsidR="00D03BF5" w:rsidRPr="00AA7D76" w:rsidSect="00531BDC">
      <w:footerReference w:type="default" r:id="rId8"/>
      <w:pgSz w:w="12240" w:h="15840"/>
      <w:pgMar w:top="851" w:right="851" w:bottom="1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74020" w14:textId="77777777" w:rsidR="00F02BEF" w:rsidRDefault="00F02BEF">
      <w:r>
        <w:separator/>
      </w:r>
    </w:p>
  </w:endnote>
  <w:endnote w:type="continuationSeparator" w:id="0">
    <w:p w14:paraId="3C0C82D7" w14:textId="77777777" w:rsidR="00F02BEF" w:rsidRDefault="00F0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89CAA" w14:textId="10230284" w:rsidR="00C47ED5" w:rsidRDefault="00C47ED5">
    <w:pPr>
      <w:pStyle w:val="Footer"/>
    </w:pPr>
    <w:r>
      <w:t>MBIE-MAKO-3632216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03F0D" w14:textId="77777777" w:rsidR="00F02BEF" w:rsidRDefault="00F02BEF">
      <w:r>
        <w:separator/>
      </w:r>
    </w:p>
  </w:footnote>
  <w:footnote w:type="continuationSeparator" w:id="0">
    <w:p w14:paraId="4EB0EA80" w14:textId="77777777" w:rsidR="00F02BEF" w:rsidRDefault="00F02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6C4E"/>
    <w:multiLevelType w:val="hybridMultilevel"/>
    <w:tmpl w:val="94F862D6"/>
    <w:lvl w:ilvl="0" w:tplc="3E22F17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606C28"/>
    <w:multiLevelType w:val="hybridMultilevel"/>
    <w:tmpl w:val="DE2A7648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203DD4">
      <w:start w:val="1"/>
      <w:numFmt w:val="bullet"/>
      <w:lvlText w:val=""/>
      <w:lvlJc w:val="left"/>
      <w:pPr>
        <w:tabs>
          <w:tab w:val="num" w:pos="1800"/>
        </w:tabs>
        <w:ind w:left="1928" w:hanging="488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E7525E"/>
    <w:multiLevelType w:val="hybridMultilevel"/>
    <w:tmpl w:val="2E528996"/>
    <w:lvl w:ilvl="0" w:tplc="0409000F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1A1C52"/>
    <w:multiLevelType w:val="hybridMultilevel"/>
    <w:tmpl w:val="392847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A317EA0"/>
    <w:multiLevelType w:val="hybridMultilevel"/>
    <w:tmpl w:val="20608A34"/>
    <w:lvl w:ilvl="0" w:tplc="3E22F17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59648D"/>
    <w:multiLevelType w:val="multilevel"/>
    <w:tmpl w:val="12B0385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A0454E"/>
    <w:multiLevelType w:val="hybridMultilevel"/>
    <w:tmpl w:val="12B03850"/>
    <w:lvl w:ilvl="0" w:tplc="4D9AA2E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D73"/>
    <w:rsid w:val="000259B1"/>
    <w:rsid w:val="00044FD8"/>
    <w:rsid w:val="00052A2F"/>
    <w:rsid w:val="00085861"/>
    <w:rsid w:val="001017C6"/>
    <w:rsid w:val="0017398F"/>
    <w:rsid w:val="001B7D49"/>
    <w:rsid w:val="001D7F4A"/>
    <w:rsid w:val="001F2097"/>
    <w:rsid w:val="00250CAA"/>
    <w:rsid w:val="00325263"/>
    <w:rsid w:val="00355FCD"/>
    <w:rsid w:val="00384C4D"/>
    <w:rsid w:val="0045225F"/>
    <w:rsid w:val="004F54BC"/>
    <w:rsid w:val="00531BDC"/>
    <w:rsid w:val="00571B4A"/>
    <w:rsid w:val="005C2DFC"/>
    <w:rsid w:val="00633F61"/>
    <w:rsid w:val="00676E74"/>
    <w:rsid w:val="006A4030"/>
    <w:rsid w:val="006E618D"/>
    <w:rsid w:val="006F0B7C"/>
    <w:rsid w:val="00746CDE"/>
    <w:rsid w:val="008006BA"/>
    <w:rsid w:val="00821E59"/>
    <w:rsid w:val="00840C8B"/>
    <w:rsid w:val="00850066"/>
    <w:rsid w:val="00885F24"/>
    <w:rsid w:val="008E5127"/>
    <w:rsid w:val="00921D21"/>
    <w:rsid w:val="00977F7B"/>
    <w:rsid w:val="009E279C"/>
    <w:rsid w:val="00A17AD2"/>
    <w:rsid w:val="00A219D1"/>
    <w:rsid w:val="00A60278"/>
    <w:rsid w:val="00A77D4C"/>
    <w:rsid w:val="00A93022"/>
    <w:rsid w:val="00AA7D76"/>
    <w:rsid w:val="00AC23A7"/>
    <w:rsid w:val="00B2797E"/>
    <w:rsid w:val="00B71355"/>
    <w:rsid w:val="00B73D73"/>
    <w:rsid w:val="00B85276"/>
    <w:rsid w:val="00B9296F"/>
    <w:rsid w:val="00BD09AB"/>
    <w:rsid w:val="00C04D6E"/>
    <w:rsid w:val="00C46B01"/>
    <w:rsid w:val="00C47ED5"/>
    <w:rsid w:val="00CA309A"/>
    <w:rsid w:val="00CA6291"/>
    <w:rsid w:val="00CD146F"/>
    <w:rsid w:val="00D03BF5"/>
    <w:rsid w:val="00D169BF"/>
    <w:rsid w:val="00D76047"/>
    <w:rsid w:val="00DA4D2C"/>
    <w:rsid w:val="00DC71D2"/>
    <w:rsid w:val="00DE43EC"/>
    <w:rsid w:val="00E10BB1"/>
    <w:rsid w:val="00E27EF3"/>
    <w:rsid w:val="00E61407"/>
    <w:rsid w:val="00EE1665"/>
    <w:rsid w:val="00EF7A3F"/>
    <w:rsid w:val="00F02BEF"/>
    <w:rsid w:val="00F34B2D"/>
    <w:rsid w:val="00F93678"/>
    <w:rsid w:val="00FC21F6"/>
    <w:rsid w:val="00FE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0AD3D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1BDC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85F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5F24"/>
    <w:rPr>
      <w:rFonts w:ascii="Tahoma" w:eastAsia="Times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BD09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0</TotalTime>
  <Pages>1</Pages>
  <Words>261</Words>
  <Characters>1631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3632216</Manager>
  <Company>Your Company Name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2010-04-04T01:33:00Z</cp:lastPrinted>
  <dcterms:created xsi:type="dcterms:W3CDTF">2013-01-10T23:07:00Z</dcterms:created>
  <dcterms:modified xsi:type="dcterms:W3CDTF">2013-01-10T23:07:00Z</dcterms:modified>
  <cp:category>3632216</cp:category>
</cp:coreProperties>
</file>