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D69CF3" w14:textId="77777777" w:rsidR="00AA7D76" w:rsidRDefault="00A56839" w:rsidP="00AA7D76">
      <w:pPr>
        <w:rPr>
          <w:rFonts w:ascii="Tahoma" w:hAnsi="Tahoma" w:cs="Tahoma"/>
          <w:sz w:val="16"/>
          <w:szCs w:val="16"/>
        </w:rPr>
      </w:pPr>
      <w:r>
        <w:rPr>
          <w:noProof/>
          <w:lang w:eastAsia="en-US"/>
        </w:rPr>
        <w:pict w14:anchorId="5D9CA1BA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81.95pt;margin-top:-34.85pt;width:440.05pt;height:38.3pt;z-index:251657728" filled="f" stroked="f">
            <v:textbox style="mso-next-textbox:#_x0000_s1027">
              <w:txbxContent>
                <w:p w14:paraId="2FF44610" w14:textId="77777777" w:rsidR="008A546D" w:rsidRPr="00F95F4D" w:rsidRDefault="008A546D" w:rsidP="00AA7D76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F95F4D">
                    <w:rPr>
                      <w:rFonts w:ascii="Tahoma" w:hAnsi="Tahoma" w:cs="Tahoma"/>
                      <w:sz w:val="22"/>
                      <w:szCs w:val="22"/>
                    </w:rPr>
                    <w:t>DIVISION:</w:t>
                  </w:r>
                  <w:r w:rsidRPr="008C12CD">
                    <w:rPr>
                      <w:rFonts w:ascii="Tahoma" w:hAnsi="Tahoma" w:cs="Tahoma"/>
                      <w:sz w:val="22"/>
                      <w:szCs w:val="22"/>
                    </w:rPr>
                    <w:t xml:space="preserve"> </w:t>
                  </w:r>
                  <w:r w:rsidR="00411115">
                    <w:rPr>
                      <w:rFonts w:ascii="Tahoma" w:hAnsi="Tahoma" w:cs="Tahoma"/>
                      <w:sz w:val="22"/>
                      <w:szCs w:val="22"/>
                    </w:rPr>
                    <w:t>Marketing</w:t>
                  </w:r>
                  <w:r w:rsidR="00411115">
                    <w:rPr>
                      <w:rFonts w:ascii="Tahoma" w:hAnsi="Tahoma" w:cs="Tahoma"/>
                      <w:sz w:val="22"/>
                      <w:szCs w:val="22"/>
                    </w:rPr>
                    <w:tab/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ab/>
                  </w:r>
                  <w:r w:rsidRPr="00F95F4D">
                    <w:rPr>
                      <w:rFonts w:ascii="Tahoma" w:hAnsi="Tahoma" w:cs="Tahoma"/>
                      <w:sz w:val="22"/>
                      <w:szCs w:val="22"/>
                    </w:rPr>
                    <w:t>DEPARTMENT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:</w:t>
                  </w:r>
                  <w:r w:rsidRPr="008C12CD">
                    <w:rPr>
                      <w:rFonts w:ascii="Tahoma" w:hAnsi="Tahoma" w:cs="Tahoma"/>
                      <w:sz w:val="22"/>
                      <w:szCs w:val="22"/>
                    </w:rPr>
                    <w:t xml:space="preserve"> </w:t>
                  </w:r>
                  <w:r w:rsidR="00411115">
                    <w:rPr>
                      <w:rFonts w:ascii="Tahoma" w:hAnsi="Tahoma" w:cs="Tahoma"/>
                      <w:sz w:val="22"/>
                      <w:szCs w:val="22"/>
                    </w:rPr>
                    <w:t>Ticketing</w:t>
                  </w:r>
                  <w:r w:rsidR="00AF2260">
                    <w:rPr>
                      <w:rFonts w:ascii="Tahoma" w:hAnsi="Tahoma" w:cs="Tahoma"/>
                      <w:sz w:val="22"/>
                      <w:szCs w:val="22"/>
                    </w:rPr>
                    <w:tab/>
                  </w:r>
                  <w:r w:rsidR="00AF2260">
                    <w:rPr>
                      <w:rFonts w:ascii="Tahoma" w:hAnsi="Tahoma" w:cs="Tahoma"/>
                      <w:sz w:val="22"/>
                      <w:szCs w:val="22"/>
                    </w:rPr>
                    <w:tab/>
                    <w:t>Draft v.2</w:t>
                  </w:r>
                </w:p>
              </w:txbxContent>
            </v:textbox>
          </v:shape>
        </w:pict>
      </w:r>
    </w:p>
    <w:tbl>
      <w:tblPr>
        <w:tblW w:w="0" w:type="auto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CCFFCC" w:fill="339966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5"/>
      </w:tblGrid>
      <w:tr w:rsidR="008C12CD" w:rsidRPr="00A418A3" w14:paraId="08C3F4AD" w14:textId="77777777">
        <w:trPr>
          <w:trHeight w:val="60"/>
        </w:trPr>
        <w:tc>
          <w:tcPr>
            <w:tcW w:w="10065" w:type="dxa"/>
            <w:shd w:val="clear" w:color="CCFFCC" w:fill="3399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FF703" w14:textId="77777777" w:rsidR="008C12CD" w:rsidRPr="00A418A3" w:rsidRDefault="008C12CD" w:rsidP="008A546D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br w:type="page"/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>TITLE OF POSITION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</w:r>
            <w:r w:rsidR="00411115">
              <w:rPr>
                <w:rStyle w:val="SPARCGraphTitle"/>
                <w:rFonts w:ascii="Tahoma" w:hAnsi="Tahoma" w:cs="Tahoma"/>
                <w:szCs w:val="16"/>
              </w:rPr>
              <w:t xml:space="preserve">Ticket </w:t>
            </w:r>
            <w:r w:rsidR="00507416">
              <w:rPr>
                <w:rStyle w:val="SPARCGraphTitle"/>
                <w:rFonts w:ascii="Tahoma" w:hAnsi="Tahoma" w:cs="Tahoma"/>
                <w:szCs w:val="16"/>
              </w:rPr>
              <w:t>Sellers</w:t>
            </w:r>
          </w:p>
        </w:tc>
      </w:tr>
      <w:tr w:rsidR="008C12CD" w:rsidRPr="00A418A3" w14:paraId="4D7B2ED7" w14:textId="77777777">
        <w:trPr>
          <w:trHeight w:val="60"/>
        </w:trPr>
        <w:tc>
          <w:tcPr>
            <w:tcW w:w="10065" w:type="dxa"/>
            <w:shd w:val="clear" w:color="CCFFCC" w:fill="3399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E485E" w14:textId="77777777" w:rsidR="008C12CD" w:rsidRPr="00A418A3" w:rsidRDefault="008C12CD" w:rsidP="008906CF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BUSINESS UNIT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  <w:t>Local Organising Committee (LOC)</w:t>
            </w:r>
          </w:p>
        </w:tc>
      </w:tr>
      <w:tr w:rsidR="008C12CD" w:rsidRPr="00A418A3" w14:paraId="44D7542C" w14:textId="77777777">
        <w:trPr>
          <w:trHeight w:val="60"/>
        </w:trPr>
        <w:tc>
          <w:tcPr>
            <w:tcW w:w="10065" w:type="dxa"/>
            <w:shd w:val="clear" w:color="CCFFCC" w:fill="3399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0CF24" w14:textId="77777777" w:rsidR="008C12CD" w:rsidRPr="00A418A3" w:rsidRDefault="008C12CD" w:rsidP="008A546D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 xml:space="preserve">REPORTS TO 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</w:r>
            <w:r w:rsidR="00CB7D60">
              <w:rPr>
                <w:rStyle w:val="SPARCGraphTitle"/>
                <w:rFonts w:ascii="Tahoma" w:hAnsi="Tahoma" w:cs="Tahoma"/>
                <w:szCs w:val="16"/>
              </w:rPr>
              <w:t>LOC Ticketing Manager and V</w:t>
            </w:r>
            <w:r w:rsidR="002E75A2">
              <w:rPr>
                <w:rStyle w:val="SPARCGraphTitle"/>
                <w:rFonts w:ascii="Tahoma" w:hAnsi="Tahoma" w:cs="Tahoma"/>
                <w:szCs w:val="16"/>
              </w:rPr>
              <w:t>enue Ticketing Manager</w:t>
            </w:r>
          </w:p>
        </w:tc>
      </w:tr>
      <w:tr w:rsidR="008C12CD" w:rsidRPr="00A418A3" w14:paraId="043A46CC" w14:textId="77777777">
        <w:trPr>
          <w:trHeight w:val="60"/>
        </w:trPr>
        <w:tc>
          <w:tcPr>
            <w:tcW w:w="10065" w:type="dxa"/>
            <w:shd w:val="clear" w:color="CCFFCC" w:fill="3399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4E963" w14:textId="77777777" w:rsidR="008C12CD" w:rsidRPr="00A418A3" w:rsidRDefault="00CB7D60" w:rsidP="008906CF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Style w:val="SPARCGraphTitle"/>
                <w:rFonts w:ascii="Tahoma" w:hAnsi="Tahoma" w:cs="Tahoma"/>
                <w:szCs w:val="16"/>
              </w:rPr>
              <w:t>DATE CREATED</w:t>
            </w:r>
            <w:r>
              <w:rPr>
                <w:rStyle w:val="SPARCGraphTitle"/>
                <w:rFonts w:ascii="Tahoma" w:hAnsi="Tahoma" w:cs="Tahoma"/>
                <w:szCs w:val="16"/>
              </w:rPr>
              <w:tab/>
            </w:r>
          </w:p>
        </w:tc>
      </w:tr>
    </w:tbl>
    <w:p w14:paraId="4ABAACB1" w14:textId="77777777" w:rsidR="008C12CD" w:rsidRDefault="008C12CD" w:rsidP="008C12CD">
      <w:pPr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0"/>
        <w:gridCol w:w="4665"/>
      </w:tblGrid>
      <w:tr w:rsidR="008C12CD" w:rsidRPr="00A418A3" w14:paraId="229D3DB5" w14:textId="77777777"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3399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FDF0F" w14:textId="77777777"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PURPOSE</w:t>
            </w:r>
          </w:p>
        </w:tc>
      </w:tr>
      <w:tr w:rsidR="008C12CD" w:rsidRPr="00A418A3" w14:paraId="2CF7C015" w14:textId="77777777"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51AF4" w14:textId="77777777" w:rsidR="00325259" w:rsidRPr="00A83B97" w:rsidRDefault="00EF5AED" w:rsidP="00CB7D60">
            <w:pPr>
              <w:numPr>
                <w:ilvl w:val="0"/>
                <w:numId w:val="8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To </w:t>
            </w:r>
            <w:r w:rsidR="00507416">
              <w:rPr>
                <w:rFonts w:ascii="Tahoma" w:hAnsi="Tahoma" w:cs="Tahoma"/>
                <w:sz w:val="16"/>
                <w:szCs w:val="16"/>
              </w:rPr>
              <w:t>sell tickets from the Ticket Box Office to walk up patrons</w:t>
            </w:r>
            <w:r w:rsidR="00CB7D60">
              <w:rPr>
                <w:rFonts w:ascii="Tahoma" w:hAnsi="Tahoma" w:cs="Tahoma"/>
                <w:sz w:val="16"/>
                <w:szCs w:val="16"/>
              </w:rPr>
              <w:t xml:space="preserve"> and to adequately manage any general ticketing enquiries</w:t>
            </w:r>
            <w:r w:rsidR="007A786E">
              <w:rPr>
                <w:rFonts w:ascii="Tahoma" w:hAnsi="Tahoma" w:cs="Tahoma"/>
                <w:sz w:val="16"/>
                <w:szCs w:val="16"/>
              </w:rPr>
              <w:t xml:space="preserve"> at each event</w:t>
            </w:r>
            <w:r w:rsidR="00CB7D60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8C12CD" w:rsidRPr="00A418A3" w14:paraId="46BDB3E3" w14:textId="77777777"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3399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0BD5F" w14:textId="77777777"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KEY RESPONSIBILITIES</w:t>
            </w:r>
          </w:p>
        </w:tc>
      </w:tr>
      <w:tr w:rsidR="008C12CD" w:rsidRPr="00A418A3" w14:paraId="3A62FEE2" w14:textId="77777777"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AE527" w14:textId="77777777" w:rsidR="007A786E" w:rsidRDefault="00806955" w:rsidP="00C96A15">
            <w:pPr>
              <w:numPr>
                <w:ilvl w:val="0"/>
                <w:numId w:val="5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To learn the prices of all tickets and </w:t>
            </w:r>
            <w:r w:rsidR="007A786E">
              <w:rPr>
                <w:rFonts w:ascii="Tahoma" w:hAnsi="Tahoma" w:cs="Tahoma"/>
                <w:sz w:val="16"/>
                <w:szCs w:val="16"/>
              </w:rPr>
              <w:t>other relevant venue and ticketing information.</w:t>
            </w:r>
          </w:p>
          <w:p w14:paraId="1525F345" w14:textId="77777777" w:rsidR="00F54F88" w:rsidRDefault="007A786E" w:rsidP="00C96A15">
            <w:pPr>
              <w:numPr>
                <w:ilvl w:val="0"/>
                <w:numId w:val="5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 apply all t</w:t>
            </w:r>
            <w:r w:rsidR="00806955">
              <w:rPr>
                <w:rFonts w:ascii="Tahoma" w:hAnsi="Tahoma" w:cs="Tahoma"/>
                <w:sz w:val="16"/>
                <w:szCs w:val="16"/>
              </w:rPr>
              <w:t>he Ticket Box Office Operation</w:t>
            </w:r>
            <w:r w:rsidR="00CB7D60">
              <w:rPr>
                <w:rFonts w:ascii="Tahoma" w:hAnsi="Tahoma" w:cs="Tahoma"/>
                <w:sz w:val="16"/>
                <w:szCs w:val="16"/>
              </w:rPr>
              <w:t xml:space="preserve">al procedures and systems </w:t>
            </w:r>
            <w:r w:rsidR="00806955">
              <w:rPr>
                <w:rFonts w:ascii="Tahoma" w:hAnsi="Tahoma" w:cs="Tahoma"/>
                <w:sz w:val="16"/>
                <w:szCs w:val="16"/>
              </w:rPr>
              <w:t xml:space="preserve">(including </w:t>
            </w:r>
            <w:r w:rsidR="00CB7D60">
              <w:rPr>
                <w:rFonts w:ascii="Tahoma" w:hAnsi="Tahoma" w:cs="Tahoma"/>
                <w:sz w:val="16"/>
                <w:szCs w:val="16"/>
              </w:rPr>
              <w:t xml:space="preserve">but not limited to </w:t>
            </w:r>
            <w:r w:rsidR="00806955">
              <w:rPr>
                <w:rFonts w:ascii="Tahoma" w:hAnsi="Tahoma" w:cs="Tahoma"/>
                <w:sz w:val="16"/>
                <w:szCs w:val="16"/>
              </w:rPr>
              <w:t xml:space="preserve">money handling procedures, </w:t>
            </w:r>
            <w:r w:rsidR="00CB7D60">
              <w:rPr>
                <w:rFonts w:ascii="Tahoma" w:hAnsi="Tahoma" w:cs="Tahoma"/>
                <w:sz w:val="16"/>
                <w:szCs w:val="16"/>
              </w:rPr>
              <w:t xml:space="preserve">security, </w:t>
            </w:r>
            <w:r w:rsidR="00806955">
              <w:rPr>
                <w:rFonts w:ascii="Tahoma" w:hAnsi="Tahoma" w:cs="Tahoma"/>
                <w:sz w:val="16"/>
                <w:szCs w:val="16"/>
              </w:rPr>
              <w:t>sales</w:t>
            </w:r>
            <w:r w:rsidR="00CB7D60">
              <w:rPr>
                <w:rFonts w:ascii="Tahoma" w:hAnsi="Tahoma" w:cs="Tahoma"/>
                <w:sz w:val="16"/>
                <w:szCs w:val="16"/>
              </w:rPr>
              <w:t xml:space="preserve"> completion</w:t>
            </w:r>
            <w:r w:rsidR="00806955">
              <w:rPr>
                <w:rFonts w:ascii="Tahoma" w:hAnsi="Tahoma" w:cs="Tahoma"/>
                <w:sz w:val="16"/>
                <w:szCs w:val="16"/>
              </w:rPr>
              <w:t xml:space="preserve">, </w:t>
            </w:r>
            <w:r w:rsidR="00CB7D60">
              <w:rPr>
                <w:rFonts w:ascii="Tahoma" w:hAnsi="Tahoma" w:cs="Tahoma"/>
                <w:sz w:val="16"/>
                <w:szCs w:val="16"/>
              </w:rPr>
              <w:t xml:space="preserve">sales reconciliation </w:t>
            </w:r>
            <w:r w:rsidR="00806955">
              <w:rPr>
                <w:rFonts w:ascii="Tahoma" w:hAnsi="Tahoma" w:cs="Tahoma"/>
                <w:sz w:val="16"/>
                <w:szCs w:val="16"/>
              </w:rPr>
              <w:t>etc</w:t>
            </w:r>
            <w:r w:rsidR="000F4B41">
              <w:rPr>
                <w:rFonts w:ascii="Tahoma" w:hAnsi="Tahoma" w:cs="Tahoma"/>
                <w:sz w:val="16"/>
                <w:szCs w:val="16"/>
              </w:rPr>
              <w:t>.</w:t>
            </w:r>
            <w:r w:rsidR="00806955">
              <w:rPr>
                <w:rFonts w:ascii="Tahoma" w:hAnsi="Tahoma" w:cs="Tahoma"/>
                <w:sz w:val="16"/>
                <w:szCs w:val="16"/>
              </w:rPr>
              <w:t>)</w:t>
            </w:r>
            <w:r w:rsidR="00CB7D60"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6BF25955" w14:textId="77777777" w:rsidR="00806955" w:rsidRDefault="00806955" w:rsidP="00C96A15">
            <w:pPr>
              <w:numPr>
                <w:ilvl w:val="0"/>
                <w:numId w:val="5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 sell tickets as requested by walk up patrons</w:t>
            </w:r>
            <w:r w:rsidR="00CB7D60">
              <w:rPr>
                <w:rFonts w:ascii="Tahoma" w:hAnsi="Tahoma" w:cs="Tahoma"/>
                <w:sz w:val="16"/>
                <w:szCs w:val="16"/>
              </w:rPr>
              <w:t xml:space="preserve"> on the day of the events.</w:t>
            </w:r>
          </w:p>
          <w:p w14:paraId="4B5A05B8" w14:textId="77777777" w:rsidR="007A786E" w:rsidRDefault="007A786E" w:rsidP="00C96A15">
            <w:pPr>
              <w:numPr>
                <w:ilvl w:val="0"/>
                <w:numId w:val="5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 manage enquiries, venue collections (ticket pick up) and seating issues within the venue.</w:t>
            </w:r>
          </w:p>
          <w:p w14:paraId="579A36A3" w14:textId="77777777" w:rsidR="007477A1" w:rsidRDefault="007477A1" w:rsidP="00C96A15">
            <w:pPr>
              <w:numPr>
                <w:ilvl w:val="0"/>
                <w:numId w:val="5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 escalate any issues within the operational parameters set by the LOC Ticketing Manager and Venue Ticketing Manager.</w:t>
            </w:r>
          </w:p>
          <w:p w14:paraId="522F0067" w14:textId="77777777" w:rsidR="00CB7D60" w:rsidRDefault="00806955" w:rsidP="00C96A15">
            <w:pPr>
              <w:numPr>
                <w:ilvl w:val="0"/>
                <w:numId w:val="5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 adhere to the Ticket</w:t>
            </w:r>
            <w:r w:rsidR="00CB7D60">
              <w:rPr>
                <w:rFonts w:ascii="Tahoma" w:hAnsi="Tahoma" w:cs="Tahoma"/>
                <w:sz w:val="16"/>
                <w:szCs w:val="16"/>
              </w:rPr>
              <w:t>ing</w:t>
            </w:r>
            <w:r>
              <w:rPr>
                <w:rFonts w:ascii="Tahoma" w:hAnsi="Tahoma" w:cs="Tahoma"/>
                <w:sz w:val="16"/>
                <w:szCs w:val="16"/>
              </w:rPr>
              <w:t xml:space="preserve"> Box Office operating procedures </w:t>
            </w:r>
            <w:r w:rsidR="00CB7D60">
              <w:rPr>
                <w:rFonts w:ascii="Tahoma" w:hAnsi="Tahoma" w:cs="Tahoma"/>
                <w:sz w:val="16"/>
                <w:szCs w:val="16"/>
              </w:rPr>
              <w:t>at all times.</w:t>
            </w:r>
          </w:p>
          <w:p w14:paraId="702F4C8D" w14:textId="77777777" w:rsidR="00806955" w:rsidRDefault="00CB7D60" w:rsidP="00C96A15">
            <w:pPr>
              <w:numPr>
                <w:ilvl w:val="0"/>
                <w:numId w:val="5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 follow the direction and guidance of the LOC Ticketing Manager and Venue Ticket Manager.</w:t>
            </w:r>
          </w:p>
          <w:p w14:paraId="6198B4F5" w14:textId="77777777" w:rsidR="00B57E85" w:rsidRPr="00362308" w:rsidRDefault="00B57E85" w:rsidP="00912EE5">
            <w:p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C12CD" w:rsidRPr="00A418A3" w14:paraId="5A4DAFD1" w14:textId="77777777"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3399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902D1" w14:textId="77777777" w:rsidR="008C12CD" w:rsidRPr="00A418A3" w:rsidRDefault="008C12CD" w:rsidP="005B070C">
            <w:pPr>
              <w:pStyle w:val="SPARCGraphBodyText"/>
              <w:rPr>
                <w:rFonts w:ascii="Tahoma" w:hAnsi="Tahoma" w:cs="Tahoma"/>
                <w:b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CORE CAPABILITIES</w:t>
            </w:r>
          </w:p>
        </w:tc>
      </w:tr>
      <w:tr w:rsidR="008C12CD" w:rsidRPr="00A418A3" w14:paraId="5AD1ED7D" w14:textId="77777777"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EBEFD" w14:textId="77777777" w:rsidR="008C12CD" w:rsidRPr="00A418A3" w:rsidRDefault="008C12CD" w:rsidP="008906CF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 xml:space="preserve">The core capabilities, linked to our company values, are applicable for each role at LOC. All LOC staff are to display the following </w:t>
            </w:r>
            <w:r w:rsidR="008A546D">
              <w:rPr>
                <w:rFonts w:ascii="Tahoma" w:hAnsi="Tahoma" w:cs="Tahoma"/>
                <w:szCs w:val="16"/>
              </w:rPr>
              <w:t>values</w:t>
            </w:r>
            <w:r w:rsidRPr="00A418A3">
              <w:rPr>
                <w:rFonts w:ascii="Tahoma" w:hAnsi="Tahoma" w:cs="Tahoma"/>
                <w:szCs w:val="16"/>
              </w:rPr>
              <w:t>:</w:t>
            </w:r>
            <w:r w:rsidR="008A546D">
              <w:rPr>
                <w:rFonts w:ascii="Tahoma" w:hAnsi="Tahoma" w:cs="Tahoma"/>
                <w:szCs w:val="16"/>
              </w:rPr>
              <w:t xml:space="preserve"> </w:t>
            </w:r>
            <w:r w:rsidRPr="00A418A3">
              <w:rPr>
                <w:rFonts w:ascii="Tahoma" w:hAnsi="Tahoma" w:cs="Tahoma"/>
                <w:szCs w:val="16"/>
              </w:rPr>
              <w:t>Credible, Competitive, Ambitious, Passi</w:t>
            </w:r>
            <w:r w:rsidR="00CB7D60">
              <w:rPr>
                <w:rFonts w:ascii="Tahoma" w:hAnsi="Tahoma" w:cs="Tahoma"/>
                <w:szCs w:val="16"/>
              </w:rPr>
              <w:t xml:space="preserve">onate, Committed, Inclusive, </w:t>
            </w:r>
            <w:r w:rsidRPr="00A418A3">
              <w:rPr>
                <w:rFonts w:ascii="Tahoma" w:hAnsi="Tahoma" w:cs="Tahoma"/>
                <w:szCs w:val="16"/>
              </w:rPr>
              <w:t>Community Orientated</w:t>
            </w:r>
            <w:r w:rsidR="00CB7D60">
              <w:rPr>
                <w:rFonts w:ascii="Tahoma" w:hAnsi="Tahoma" w:cs="Tahoma"/>
                <w:szCs w:val="16"/>
              </w:rPr>
              <w:t xml:space="preserve"> and ability to participate actively as part of the team.</w:t>
            </w:r>
          </w:p>
        </w:tc>
      </w:tr>
      <w:tr w:rsidR="00930188" w:rsidRPr="00A418A3" w14:paraId="70559D11" w14:textId="77777777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CCFFCC" w:fill="3399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0BEBC" w14:textId="77777777" w:rsidR="00930188" w:rsidRPr="00A418A3" w:rsidRDefault="00930188" w:rsidP="00CE4C2F">
            <w:pPr>
              <w:pStyle w:val="SPARCGraphBodyText"/>
              <w:rPr>
                <w:rFonts w:ascii="Tahoma" w:hAnsi="Tahoma" w:cs="Tahoma"/>
                <w:b/>
                <w:szCs w:val="16"/>
              </w:rPr>
            </w:pPr>
            <w:r>
              <w:rPr>
                <w:rStyle w:val="SPARCGraphTitle"/>
                <w:rFonts w:ascii="Tahoma" w:hAnsi="Tahoma" w:cs="Tahoma"/>
                <w:szCs w:val="16"/>
              </w:rPr>
              <w:t>CORE SKILLS</w:t>
            </w:r>
          </w:p>
        </w:tc>
        <w:tc>
          <w:tcPr>
            <w:tcW w:w="4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3399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20278" w14:textId="77777777" w:rsidR="00930188" w:rsidRPr="00A418A3" w:rsidRDefault="00930188" w:rsidP="00CE4C2F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930188" w:rsidRPr="00A418A3" w14:paraId="4757A466" w14:textId="77777777"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auto"/>
              <w:bottom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78F76" w14:textId="77777777" w:rsidR="00930188" w:rsidRDefault="005D3DF3" w:rsidP="008F3CBD">
            <w:pPr>
              <w:pStyle w:val="SPARCGraphBodyText"/>
              <w:numPr>
                <w:ilvl w:val="0"/>
                <w:numId w:val="6"/>
              </w:numPr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Communication</w:t>
            </w:r>
            <w:r w:rsidR="002E75A2">
              <w:rPr>
                <w:rFonts w:ascii="Tahoma" w:hAnsi="Tahoma" w:cs="Tahoma"/>
                <w:szCs w:val="16"/>
              </w:rPr>
              <w:t xml:space="preserve"> </w:t>
            </w:r>
          </w:p>
          <w:p w14:paraId="48C76620" w14:textId="77777777" w:rsidR="00316811" w:rsidRDefault="007A786E" w:rsidP="008F3CBD">
            <w:pPr>
              <w:pStyle w:val="SPARCGraphBodyText"/>
              <w:numPr>
                <w:ilvl w:val="0"/>
                <w:numId w:val="6"/>
              </w:numPr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 xml:space="preserve">Ability to display </w:t>
            </w:r>
            <w:r w:rsidR="00F93403">
              <w:rPr>
                <w:rFonts w:ascii="Tahoma" w:hAnsi="Tahoma" w:cs="Tahoma"/>
                <w:szCs w:val="16"/>
              </w:rPr>
              <w:t>Initiative</w:t>
            </w:r>
          </w:p>
          <w:p w14:paraId="24A5C5AC" w14:textId="77777777" w:rsidR="00CB7D60" w:rsidRDefault="007A786E" w:rsidP="008F3CBD">
            <w:pPr>
              <w:pStyle w:val="SPARCGraphBodyText"/>
              <w:numPr>
                <w:ilvl w:val="0"/>
                <w:numId w:val="6"/>
              </w:numPr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Punctual</w:t>
            </w:r>
            <w:r w:rsidR="00CB7D60">
              <w:rPr>
                <w:rFonts w:ascii="Tahoma" w:hAnsi="Tahoma" w:cs="Tahoma"/>
                <w:szCs w:val="16"/>
              </w:rPr>
              <w:t>.</w:t>
            </w:r>
          </w:p>
          <w:p w14:paraId="069D2E7B" w14:textId="77777777" w:rsidR="007A786E" w:rsidRPr="00A418A3" w:rsidRDefault="007A786E" w:rsidP="008F3CBD">
            <w:pPr>
              <w:pStyle w:val="SPARCGraphBodyText"/>
              <w:numPr>
                <w:ilvl w:val="0"/>
                <w:numId w:val="6"/>
              </w:numPr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Numerical Skills.</w:t>
            </w:r>
          </w:p>
        </w:tc>
        <w:tc>
          <w:tcPr>
            <w:tcW w:w="4665" w:type="dxa"/>
            <w:tcBorders>
              <w:top w:val="single" w:sz="4" w:space="0" w:color="000000"/>
              <w:bottom w:val="single" w:sz="2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CD3BD" w14:textId="77777777" w:rsidR="00370304" w:rsidRDefault="007A786E" w:rsidP="007B4110">
            <w:pPr>
              <w:pStyle w:val="SPARCGraphBodyText"/>
              <w:numPr>
                <w:ilvl w:val="0"/>
                <w:numId w:val="6"/>
              </w:numPr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Friendly Customer Service F</w:t>
            </w:r>
            <w:r w:rsidR="00377721">
              <w:rPr>
                <w:rFonts w:ascii="Tahoma" w:hAnsi="Tahoma" w:cs="Tahoma"/>
                <w:szCs w:val="16"/>
              </w:rPr>
              <w:t>ocus</w:t>
            </w:r>
            <w:r w:rsidR="00AF2260">
              <w:rPr>
                <w:rFonts w:ascii="Tahoma" w:hAnsi="Tahoma" w:cs="Tahoma"/>
                <w:szCs w:val="16"/>
              </w:rPr>
              <w:t>.</w:t>
            </w:r>
          </w:p>
          <w:p w14:paraId="2223D633" w14:textId="77777777" w:rsidR="00507416" w:rsidRDefault="00507416" w:rsidP="007B4110">
            <w:pPr>
              <w:pStyle w:val="SPARCGraphBodyText"/>
              <w:numPr>
                <w:ilvl w:val="0"/>
                <w:numId w:val="6"/>
              </w:numPr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Retail experience (e</w:t>
            </w:r>
            <w:r w:rsidR="000F4B41">
              <w:rPr>
                <w:rFonts w:ascii="Tahoma" w:hAnsi="Tahoma" w:cs="Tahoma"/>
                <w:szCs w:val="16"/>
              </w:rPr>
              <w:t>.</w:t>
            </w:r>
            <w:r>
              <w:rPr>
                <w:rFonts w:ascii="Tahoma" w:hAnsi="Tahoma" w:cs="Tahoma"/>
                <w:szCs w:val="16"/>
              </w:rPr>
              <w:t>g</w:t>
            </w:r>
            <w:r w:rsidR="000F4B41">
              <w:rPr>
                <w:rFonts w:ascii="Tahoma" w:hAnsi="Tahoma" w:cs="Tahoma"/>
                <w:szCs w:val="16"/>
              </w:rPr>
              <w:t>.</w:t>
            </w:r>
            <w:r>
              <w:rPr>
                <w:rFonts w:ascii="Tahoma" w:hAnsi="Tahoma" w:cs="Tahoma"/>
                <w:szCs w:val="16"/>
              </w:rPr>
              <w:t>: familiarity with eftpos machines, money handling procedures, etc</w:t>
            </w:r>
            <w:r w:rsidR="000F4B41">
              <w:rPr>
                <w:rFonts w:ascii="Tahoma" w:hAnsi="Tahoma" w:cs="Tahoma"/>
                <w:szCs w:val="16"/>
              </w:rPr>
              <w:t>.</w:t>
            </w:r>
            <w:r>
              <w:rPr>
                <w:rFonts w:ascii="Tahoma" w:hAnsi="Tahoma" w:cs="Tahoma"/>
                <w:szCs w:val="16"/>
              </w:rPr>
              <w:t>)</w:t>
            </w:r>
          </w:p>
          <w:p w14:paraId="53DD2284" w14:textId="77777777" w:rsidR="002F2C1E" w:rsidRDefault="002F2C1E" w:rsidP="00316811">
            <w:pPr>
              <w:pStyle w:val="SPARCGraphBodyText"/>
              <w:ind w:left="180"/>
              <w:rPr>
                <w:rFonts w:ascii="Tahoma" w:hAnsi="Tahoma" w:cs="Tahoma"/>
                <w:szCs w:val="16"/>
              </w:rPr>
            </w:pPr>
          </w:p>
          <w:p w14:paraId="65820070" w14:textId="77777777" w:rsidR="002E75A2" w:rsidRPr="00A418A3" w:rsidRDefault="002E75A2" w:rsidP="00316811">
            <w:pPr>
              <w:pStyle w:val="SPARCGraphBodyText"/>
              <w:ind w:left="180"/>
              <w:rPr>
                <w:rFonts w:ascii="Tahoma" w:hAnsi="Tahoma" w:cs="Tahoma"/>
                <w:szCs w:val="16"/>
              </w:rPr>
            </w:pPr>
          </w:p>
        </w:tc>
      </w:tr>
    </w:tbl>
    <w:p w14:paraId="084AC37C" w14:textId="77777777" w:rsidR="008C12CD" w:rsidRDefault="008C12CD" w:rsidP="008C12CD">
      <w:pPr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6405"/>
      </w:tblGrid>
      <w:tr w:rsidR="008C12CD" w:rsidRPr="00A418A3" w14:paraId="03595824" w14:textId="77777777"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3399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A2B23" w14:textId="77777777" w:rsidR="008C12CD" w:rsidRPr="00A418A3" w:rsidRDefault="008C12CD" w:rsidP="005B070C">
            <w:pPr>
              <w:pStyle w:val="SPARCGraphBodyText"/>
              <w:rPr>
                <w:rFonts w:ascii="Tahoma" w:hAnsi="Tahoma" w:cs="Tahoma"/>
                <w:b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Delegations of Authority</w:t>
            </w:r>
            <w:r w:rsidR="00930188">
              <w:rPr>
                <w:rStyle w:val="SPARCGraphTitle"/>
                <w:rFonts w:ascii="Tahoma" w:hAnsi="Tahoma" w:cs="Tahoma"/>
                <w:szCs w:val="16"/>
              </w:rPr>
              <w:t xml:space="preserve"> (if applicable)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3399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5B54E" w14:textId="77777777" w:rsidR="008C12CD" w:rsidRPr="00A418A3" w:rsidRDefault="008C12CD" w:rsidP="005B070C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8C12CD" w:rsidRPr="00A418A3" w14:paraId="76500E8E" w14:textId="77777777"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718A6" w14:textId="77777777"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Expenditure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95B4A" w14:textId="77777777"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$</w:t>
            </w:r>
            <w:r w:rsidR="007A786E">
              <w:rPr>
                <w:rFonts w:ascii="Tahoma" w:hAnsi="Tahoma" w:cs="Tahoma"/>
                <w:szCs w:val="16"/>
              </w:rPr>
              <w:t>0</w:t>
            </w:r>
          </w:p>
        </w:tc>
      </w:tr>
      <w:tr w:rsidR="008C12CD" w:rsidRPr="00A418A3" w14:paraId="2406CA70" w14:textId="77777777"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B5445" w14:textId="77777777" w:rsidR="008C12CD" w:rsidRPr="00A418A3" w:rsidRDefault="00930188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Authorisation to hire/sign contracts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CD07A" w14:textId="77777777" w:rsidR="008C12CD" w:rsidRPr="00A418A3" w:rsidRDefault="007A786E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NO</w:t>
            </w:r>
          </w:p>
        </w:tc>
        <w:bookmarkStart w:id="0" w:name="_GoBack"/>
        <w:bookmarkEnd w:id="0"/>
      </w:tr>
    </w:tbl>
    <w:p w14:paraId="3390F6BE" w14:textId="77777777" w:rsidR="008C12CD" w:rsidRPr="00EF17B6" w:rsidRDefault="008C12CD" w:rsidP="008C12CD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6405"/>
      </w:tblGrid>
      <w:tr w:rsidR="008C12CD" w:rsidRPr="00A418A3" w14:paraId="53F724ED" w14:textId="77777777"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3399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69882" w14:textId="77777777" w:rsidR="008C12CD" w:rsidRPr="00A418A3" w:rsidRDefault="008C12CD" w:rsidP="005B070C">
            <w:pPr>
              <w:pStyle w:val="SPARCGraphBodyText"/>
              <w:rPr>
                <w:rFonts w:ascii="Tahoma" w:hAnsi="Tahoma" w:cs="Tahoma"/>
                <w:b/>
                <w:szCs w:val="16"/>
              </w:rPr>
            </w:pPr>
            <w:r>
              <w:rPr>
                <w:rStyle w:val="SPARCGraphTitle"/>
                <w:rFonts w:ascii="Tahoma" w:hAnsi="Tahoma" w:cs="Tahoma"/>
                <w:szCs w:val="16"/>
              </w:rPr>
              <w:t>Contract Details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3399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5A9FD" w14:textId="77777777" w:rsidR="008C12CD" w:rsidRPr="00A418A3" w:rsidRDefault="008C12CD" w:rsidP="005B070C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8C12CD" w:rsidRPr="00A418A3" w14:paraId="7FE30D01" w14:textId="77777777"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08604" w14:textId="77777777"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Contract Term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23333" w14:textId="77777777"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</w:tc>
      </w:tr>
    </w:tbl>
    <w:p w14:paraId="4476EBB4" w14:textId="77777777" w:rsidR="008C12CD" w:rsidRPr="00EF17B6" w:rsidRDefault="008C12CD" w:rsidP="008C12CD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6405"/>
      </w:tblGrid>
      <w:tr w:rsidR="008C12CD" w:rsidRPr="006D33DA" w14:paraId="203D0C2C" w14:textId="77777777"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3399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D3A79" w14:textId="77777777" w:rsidR="008C12CD" w:rsidRPr="006D33DA" w:rsidRDefault="008C12CD" w:rsidP="005B070C">
            <w:pPr>
              <w:pStyle w:val="SPARCGraphBodyText"/>
              <w:rPr>
                <w:rFonts w:ascii="Tahoma" w:hAnsi="Tahoma" w:cs="Tahoma"/>
                <w:b/>
              </w:rPr>
            </w:pPr>
            <w:r w:rsidRPr="006D33DA">
              <w:rPr>
                <w:rStyle w:val="SPARCGraphTitle"/>
                <w:rFonts w:ascii="Tahoma" w:hAnsi="Tahoma" w:cs="Tahoma"/>
              </w:rPr>
              <w:t>Responsible For: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3399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904E1" w14:textId="77777777" w:rsidR="008C12CD" w:rsidRPr="006D33DA" w:rsidRDefault="008C12CD" w:rsidP="005B070C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8C12CD" w:rsidRPr="00F7527B" w14:paraId="287C9875" w14:textId="77777777">
        <w:trPr>
          <w:trHeight w:val="312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8C50E" w14:textId="77777777" w:rsidR="008C12CD" w:rsidRPr="006D33DA" w:rsidRDefault="008C12CD" w:rsidP="008A546D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</w:tc>
      </w:tr>
    </w:tbl>
    <w:p w14:paraId="4EF18955" w14:textId="77777777" w:rsidR="008C12CD" w:rsidRPr="00A418A3" w:rsidRDefault="008C12CD" w:rsidP="008C12CD">
      <w:pPr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5"/>
      </w:tblGrid>
      <w:tr w:rsidR="008C12CD" w:rsidRPr="00A418A3" w14:paraId="177CA915" w14:textId="77777777">
        <w:trPr>
          <w:trHeight w:val="60"/>
        </w:trPr>
        <w:tc>
          <w:tcPr>
            <w:tcW w:w="1006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E7100" w14:textId="77777777" w:rsidR="008C12CD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  <w:p w14:paraId="47B1CEC9" w14:textId="77777777"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_____________________________________________</w:t>
            </w:r>
          </w:p>
          <w:p w14:paraId="0B56E14B" w14:textId="77777777" w:rsidR="008C12CD" w:rsidRDefault="00507416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Ticket Selle</w:t>
            </w:r>
            <w:r w:rsidR="002E75A2">
              <w:rPr>
                <w:rFonts w:ascii="Tahoma" w:hAnsi="Tahoma" w:cs="Tahoma"/>
                <w:szCs w:val="16"/>
              </w:rPr>
              <w:t>r’s</w:t>
            </w:r>
            <w:r w:rsidR="008C12CD" w:rsidRPr="00A418A3">
              <w:rPr>
                <w:rFonts w:ascii="Tahoma" w:hAnsi="Tahoma" w:cs="Tahoma"/>
                <w:szCs w:val="16"/>
              </w:rPr>
              <w:t xml:space="preserve"> Signature</w:t>
            </w:r>
          </w:p>
          <w:p w14:paraId="1F0DBFC8" w14:textId="77777777" w:rsidR="008A546D" w:rsidRPr="00A418A3" w:rsidRDefault="008A546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  <w:p w14:paraId="6D8324B5" w14:textId="77777777"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_</w:t>
            </w:r>
            <w:r>
              <w:rPr>
                <w:rFonts w:ascii="Tahoma" w:hAnsi="Tahoma" w:cs="Tahoma"/>
                <w:szCs w:val="16"/>
              </w:rPr>
              <w:t>_</w:t>
            </w:r>
            <w:r w:rsidRPr="00A418A3">
              <w:rPr>
                <w:rFonts w:ascii="Tahoma" w:hAnsi="Tahoma" w:cs="Tahoma"/>
                <w:szCs w:val="16"/>
              </w:rPr>
              <w:t>____________________________________________</w:t>
            </w:r>
          </w:p>
          <w:p w14:paraId="5B2437C7" w14:textId="77777777"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LOC CEO’s</w:t>
            </w:r>
            <w:r w:rsidRPr="00A418A3">
              <w:rPr>
                <w:rFonts w:ascii="Tahoma" w:hAnsi="Tahoma" w:cs="Tahoma"/>
                <w:szCs w:val="16"/>
              </w:rPr>
              <w:t xml:space="preserve"> Signature</w:t>
            </w:r>
          </w:p>
        </w:tc>
      </w:tr>
    </w:tbl>
    <w:p w14:paraId="246F51AA" w14:textId="77777777" w:rsidR="008C12CD" w:rsidRPr="00AA7D76" w:rsidRDefault="008C12CD" w:rsidP="00AA7D76"/>
    <w:sectPr w:rsidR="008C12CD" w:rsidRPr="00AA7D76" w:rsidSect="008C12CD">
      <w:pgSz w:w="12240" w:h="15840"/>
      <w:pgMar w:top="851" w:right="851" w:bottom="36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54F132" w14:textId="77777777" w:rsidR="009D6764" w:rsidRDefault="009D6764">
      <w:r>
        <w:separator/>
      </w:r>
    </w:p>
  </w:endnote>
  <w:endnote w:type="continuationSeparator" w:id="0">
    <w:p w14:paraId="6780E4A3" w14:textId="77777777" w:rsidR="009D6764" w:rsidRDefault="009D6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PARCSans-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SPARCSans-Light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F53489" w14:textId="77777777" w:rsidR="009D6764" w:rsidRDefault="009D6764">
      <w:r>
        <w:separator/>
      </w:r>
    </w:p>
  </w:footnote>
  <w:footnote w:type="continuationSeparator" w:id="0">
    <w:p w14:paraId="3BFE730D" w14:textId="77777777" w:rsidR="009D6764" w:rsidRDefault="009D67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06C28"/>
    <w:multiLevelType w:val="hybridMultilevel"/>
    <w:tmpl w:val="DE2A7648"/>
    <w:lvl w:ilvl="0" w:tplc="03F422B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8C203DD4">
      <w:start w:val="1"/>
      <w:numFmt w:val="bullet"/>
      <w:lvlText w:val=""/>
      <w:lvlJc w:val="left"/>
      <w:pPr>
        <w:tabs>
          <w:tab w:val="num" w:pos="1800"/>
        </w:tabs>
        <w:ind w:left="1928" w:hanging="488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D607452"/>
    <w:multiLevelType w:val="hybridMultilevel"/>
    <w:tmpl w:val="37148AA0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3CB65CA9"/>
    <w:multiLevelType w:val="hybridMultilevel"/>
    <w:tmpl w:val="13ACF3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30A55"/>
    <w:multiLevelType w:val="hybridMultilevel"/>
    <w:tmpl w:val="0C5C7B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50074D0"/>
    <w:multiLevelType w:val="hybridMultilevel"/>
    <w:tmpl w:val="5F92BAE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BB1350B"/>
    <w:multiLevelType w:val="hybridMultilevel"/>
    <w:tmpl w:val="532076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831EB4"/>
    <w:multiLevelType w:val="hybridMultilevel"/>
    <w:tmpl w:val="0C1C0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0C2FA4"/>
    <w:multiLevelType w:val="hybridMultilevel"/>
    <w:tmpl w:val="A9D614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8193">
      <o:colormenu v:ext="edit" fillcolor="green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070C"/>
    <w:rsid w:val="00001C84"/>
    <w:rsid w:val="00005AB1"/>
    <w:rsid w:val="000138CD"/>
    <w:rsid w:val="00044FD8"/>
    <w:rsid w:val="00055E77"/>
    <w:rsid w:val="000953B1"/>
    <w:rsid w:val="000A1DC5"/>
    <w:rsid w:val="000A75E0"/>
    <w:rsid w:val="000F0CEC"/>
    <w:rsid w:val="000F4B41"/>
    <w:rsid w:val="00111CE7"/>
    <w:rsid w:val="00141852"/>
    <w:rsid w:val="001A1D07"/>
    <w:rsid w:val="001B7D49"/>
    <w:rsid w:val="001D4CC3"/>
    <w:rsid w:val="001D5A66"/>
    <w:rsid w:val="001F2097"/>
    <w:rsid w:val="00200A49"/>
    <w:rsid w:val="00202E8E"/>
    <w:rsid w:val="002103BF"/>
    <w:rsid w:val="00241592"/>
    <w:rsid w:val="00242053"/>
    <w:rsid w:val="002439CD"/>
    <w:rsid w:val="00250CAA"/>
    <w:rsid w:val="00264CA8"/>
    <w:rsid w:val="00272343"/>
    <w:rsid w:val="002770C7"/>
    <w:rsid w:val="002E75A2"/>
    <w:rsid w:val="002F2C1E"/>
    <w:rsid w:val="00316811"/>
    <w:rsid w:val="00325259"/>
    <w:rsid w:val="00325263"/>
    <w:rsid w:val="003422B5"/>
    <w:rsid w:val="0034700C"/>
    <w:rsid w:val="003505D4"/>
    <w:rsid w:val="00370304"/>
    <w:rsid w:val="00377721"/>
    <w:rsid w:val="00384C4D"/>
    <w:rsid w:val="003B5CCE"/>
    <w:rsid w:val="003F4681"/>
    <w:rsid w:val="00411115"/>
    <w:rsid w:val="00427385"/>
    <w:rsid w:val="00437716"/>
    <w:rsid w:val="0045225F"/>
    <w:rsid w:val="00460E58"/>
    <w:rsid w:val="00475EFE"/>
    <w:rsid w:val="00483749"/>
    <w:rsid w:val="00483E0B"/>
    <w:rsid w:val="004B7EB8"/>
    <w:rsid w:val="00505DA6"/>
    <w:rsid w:val="00507416"/>
    <w:rsid w:val="00527665"/>
    <w:rsid w:val="00533A68"/>
    <w:rsid w:val="00555CE0"/>
    <w:rsid w:val="00571B4A"/>
    <w:rsid w:val="00592FC5"/>
    <w:rsid w:val="005A23CE"/>
    <w:rsid w:val="005A3F23"/>
    <w:rsid w:val="005B070C"/>
    <w:rsid w:val="005B53F5"/>
    <w:rsid w:val="005D3DF3"/>
    <w:rsid w:val="00603FCF"/>
    <w:rsid w:val="0061472E"/>
    <w:rsid w:val="00633F61"/>
    <w:rsid w:val="006616C3"/>
    <w:rsid w:val="006C5C74"/>
    <w:rsid w:val="006D3E19"/>
    <w:rsid w:val="006E6EE3"/>
    <w:rsid w:val="006E76F5"/>
    <w:rsid w:val="006F283A"/>
    <w:rsid w:val="007132F3"/>
    <w:rsid w:val="00713FD2"/>
    <w:rsid w:val="00724B1B"/>
    <w:rsid w:val="00743537"/>
    <w:rsid w:val="007477A1"/>
    <w:rsid w:val="00780442"/>
    <w:rsid w:val="00783866"/>
    <w:rsid w:val="007A0242"/>
    <w:rsid w:val="007A786E"/>
    <w:rsid w:val="007B4110"/>
    <w:rsid w:val="007B5956"/>
    <w:rsid w:val="007C75AA"/>
    <w:rsid w:val="007D6BE6"/>
    <w:rsid w:val="007F2467"/>
    <w:rsid w:val="008006BA"/>
    <w:rsid w:val="00806955"/>
    <w:rsid w:val="00825DC7"/>
    <w:rsid w:val="00862F88"/>
    <w:rsid w:val="00874D67"/>
    <w:rsid w:val="008906CF"/>
    <w:rsid w:val="008A34EA"/>
    <w:rsid w:val="008A546D"/>
    <w:rsid w:val="008A657C"/>
    <w:rsid w:val="008A781E"/>
    <w:rsid w:val="008B6F75"/>
    <w:rsid w:val="008C12CD"/>
    <w:rsid w:val="008E5127"/>
    <w:rsid w:val="008F3CBD"/>
    <w:rsid w:val="00905EC9"/>
    <w:rsid w:val="009113BA"/>
    <w:rsid w:val="00912EE5"/>
    <w:rsid w:val="00921D21"/>
    <w:rsid w:val="00922B48"/>
    <w:rsid w:val="00926A7B"/>
    <w:rsid w:val="00930188"/>
    <w:rsid w:val="00950977"/>
    <w:rsid w:val="00950C16"/>
    <w:rsid w:val="00977F7B"/>
    <w:rsid w:val="00985908"/>
    <w:rsid w:val="009D6764"/>
    <w:rsid w:val="00A14230"/>
    <w:rsid w:val="00A14365"/>
    <w:rsid w:val="00A24C54"/>
    <w:rsid w:val="00A36D5F"/>
    <w:rsid w:val="00A4100C"/>
    <w:rsid w:val="00A44087"/>
    <w:rsid w:val="00A51A7F"/>
    <w:rsid w:val="00A5473F"/>
    <w:rsid w:val="00A56839"/>
    <w:rsid w:val="00A67D11"/>
    <w:rsid w:val="00A83B97"/>
    <w:rsid w:val="00A94370"/>
    <w:rsid w:val="00AA7D76"/>
    <w:rsid w:val="00AF2260"/>
    <w:rsid w:val="00B24708"/>
    <w:rsid w:val="00B2797E"/>
    <w:rsid w:val="00B446D8"/>
    <w:rsid w:val="00B57E85"/>
    <w:rsid w:val="00B85276"/>
    <w:rsid w:val="00B9296F"/>
    <w:rsid w:val="00BB7179"/>
    <w:rsid w:val="00BE4126"/>
    <w:rsid w:val="00BE62B5"/>
    <w:rsid w:val="00BF49B1"/>
    <w:rsid w:val="00C04D6E"/>
    <w:rsid w:val="00C31C2B"/>
    <w:rsid w:val="00C60D58"/>
    <w:rsid w:val="00C6259F"/>
    <w:rsid w:val="00C6590D"/>
    <w:rsid w:val="00C709A3"/>
    <w:rsid w:val="00C726F8"/>
    <w:rsid w:val="00C73011"/>
    <w:rsid w:val="00C82DF9"/>
    <w:rsid w:val="00C96A15"/>
    <w:rsid w:val="00CA309A"/>
    <w:rsid w:val="00CB7D60"/>
    <w:rsid w:val="00CC6CEE"/>
    <w:rsid w:val="00CD4C09"/>
    <w:rsid w:val="00CE4C2F"/>
    <w:rsid w:val="00CF08AA"/>
    <w:rsid w:val="00CF38C3"/>
    <w:rsid w:val="00D03BF5"/>
    <w:rsid w:val="00D6211B"/>
    <w:rsid w:val="00D76047"/>
    <w:rsid w:val="00D77A83"/>
    <w:rsid w:val="00D83FFB"/>
    <w:rsid w:val="00D86312"/>
    <w:rsid w:val="00D96822"/>
    <w:rsid w:val="00DA4B0A"/>
    <w:rsid w:val="00DA4D2C"/>
    <w:rsid w:val="00DC71D2"/>
    <w:rsid w:val="00DE43EC"/>
    <w:rsid w:val="00E017F4"/>
    <w:rsid w:val="00E10BB1"/>
    <w:rsid w:val="00E274CA"/>
    <w:rsid w:val="00E54699"/>
    <w:rsid w:val="00E9328D"/>
    <w:rsid w:val="00EB6DD2"/>
    <w:rsid w:val="00EE24FB"/>
    <w:rsid w:val="00EE3453"/>
    <w:rsid w:val="00EE6C25"/>
    <w:rsid w:val="00EF17B6"/>
    <w:rsid w:val="00EF5AED"/>
    <w:rsid w:val="00EF7A3F"/>
    <w:rsid w:val="00F000D4"/>
    <w:rsid w:val="00F264B9"/>
    <w:rsid w:val="00F34B2D"/>
    <w:rsid w:val="00F54F88"/>
    <w:rsid w:val="00F72BB0"/>
    <w:rsid w:val="00F93403"/>
    <w:rsid w:val="00FA54F4"/>
    <w:rsid w:val="00FA722D"/>
    <w:rsid w:val="00FC2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enu v:ext="edit" fillcolor="green"/>
    </o:shapedefaults>
    <o:shapelayout v:ext="edit">
      <o:idmap v:ext="edit" data="1"/>
    </o:shapelayout>
  </w:shapeDefaults>
  <w:decimalSymbol w:val="."/>
  <w:listSeparator w:val=","/>
  <w14:docId w14:val="245827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4FD8"/>
    <w:rPr>
      <w:rFonts w:ascii="Times" w:eastAsia="Times" w:hAnsi="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044F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SPARCSans-Bold" w:hAnsi="SPARCSans-Bold"/>
      <w:color w:val="000000"/>
      <w:sz w:val="24"/>
      <w:lang w:val="en-GB"/>
    </w:rPr>
  </w:style>
  <w:style w:type="paragraph" w:customStyle="1" w:styleId="SPARCGraphBodyText">
    <w:name w:val="SPARC_Graph_Body_Text"/>
    <w:basedOn w:val="Normal"/>
    <w:rsid w:val="00044FD8"/>
    <w:pPr>
      <w:widowControl w:val="0"/>
      <w:tabs>
        <w:tab w:val="left" w:pos="227"/>
        <w:tab w:val="left" w:pos="360"/>
      </w:tabs>
      <w:suppressAutoHyphens/>
      <w:autoSpaceDE w:val="0"/>
      <w:autoSpaceDN w:val="0"/>
      <w:adjustRightInd w:val="0"/>
      <w:spacing w:line="192" w:lineRule="atLeast"/>
      <w:textAlignment w:val="center"/>
    </w:pPr>
    <w:rPr>
      <w:rFonts w:ascii="SPARCSans-Light" w:eastAsia="Times New Roman" w:hAnsi="SPARCSans-Light"/>
      <w:color w:val="000000"/>
      <w:sz w:val="16"/>
      <w:lang w:val="en-GB"/>
    </w:rPr>
  </w:style>
  <w:style w:type="character" w:customStyle="1" w:styleId="SPARCGraphTitle">
    <w:name w:val="SPARC_Graph Title"/>
    <w:rsid w:val="00044FD8"/>
    <w:rPr>
      <w:rFonts w:ascii="SPARCSans-Bold" w:hAnsi="SPARCSans-Bold"/>
      <w:b/>
      <w:sz w:val="16"/>
    </w:rPr>
  </w:style>
  <w:style w:type="paragraph" w:styleId="Header">
    <w:name w:val="header"/>
    <w:basedOn w:val="Normal"/>
    <w:rsid w:val="00044FD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44FD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906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906CF"/>
    <w:rPr>
      <w:rFonts w:ascii="Tahoma" w:eastAsia="Times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bby.steyn\Application%20Data\Microsoft\Templates\FIFA%20WWC%20Job%20Descrip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FIFA WWC Job Description.dot</Template>
  <TotalTime>1</TotalTime>
  <Pages>1</Pages>
  <Words>256</Words>
  <Characters>1622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OF POSITION</vt:lpstr>
    </vt:vector>
  </TitlesOfParts>
  <Company>Your Company Name</Company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OF POSITION</dc:title>
  <dc:subject/>
  <dc:creator>Your User Name</dc:creator>
  <cp:keywords/>
  <dc:description/>
  <cp:lastModifiedBy>Claudia Hill</cp:lastModifiedBy>
  <cp:revision>2</cp:revision>
  <cp:lastPrinted>2010-04-04T01:39:00Z</cp:lastPrinted>
  <dcterms:created xsi:type="dcterms:W3CDTF">2013-01-10T23:08:00Z</dcterms:created>
  <dcterms:modified xsi:type="dcterms:W3CDTF">2013-01-10T23:08:00Z</dcterms:modified>
</cp:coreProperties>
</file>