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7F0" w:rsidRPr="006D33DA" w:rsidRDefault="004557F0" w:rsidP="004557F0">
      <w:pPr>
        <w:rPr>
          <w:sz w:val="8"/>
          <w:szCs w:val="8"/>
        </w:rPr>
      </w:pPr>
      <w:bookmarkStart w:id="0" w:name="_GoBack"/>
      <w:bookmarkEnd w:id="0"/>
      <w:r>
        <w:rPr>
          <w:noProof/>
          <w:sz w:val="8"/>
          <w:szCs w:val="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in;margin-top:-25.85pt;width:337pt;height:25.35pt;z-index:251657728" filled="f" stroked="f">
            <v:textbox>
              <w:txbxContent>
                <w:p w:rsidR="004557F0" w:rsidRPr="00F95F4D" w:rsidRDefault="004557F0" w:rsidP="004557F0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F95F4D">
                    <w:rPr>
                      <w:rFonts w:ascii="Tahoma" w:hAnsi="Tahoma" w:cs="Tahoma"/>
                      <w:sz w:val="22"/>
                      <w:szCs w:val="22"/>
                    </w:rPr>
                    <w:t xml:space="preserve">DIVISION: 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Operations</w:t>
                  </w:r>
                  <w:r w:rsidRPr="00F95F4D">
                    <w:rPr>
                      <w:rFonts w:ascii="Tahoma" w:hAnsi="Tahoma" w:cs="Tahoma"/>
                      <w:sz w:val="22"/>
                      <w:szCs w:val="22"/>
                    </w:rPr>
                    <w:tab/>
                    <w:t xml:space="preserve">DEPARTMENT: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Referees</w:t>
                  </w:r>
                </w:p>
              </w:txbxContent>
            </v:textbox>
          </v:shape>
        </w:pict>
      </w:r>
    </w:p>
    <w:tbl>
      <w:tblPr>
        <w:tblW w:w="0" w:type="auto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CCFFCC" w:fill="FFFF99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BC6FD8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br w:type="page"/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>TITLE OF POSITION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  <w:r>
              <w:rPr>
                <w:rStyle w:val="SPARCGraphTitle"/>
                <w:rFonts w:ascii="Tahoma" w:hAnsi="Tahoma" w:cs="Tahoma"/>
                <w:szCs w:val="16"/>
              </w:rPr>
              <w:t xml:space="preserve">Referee </w:t>
            </w:r>
            <w:r w:rsidR="00147ED4">
              <w:rPr>
                <w:rStyle w:val="SPARCGraphTitle"/>
                <w:rFonts w:ascii="Tahoma" w:hAnsi="Tahoma" w:cs="Tahoma"/>
                <w:szCs w:val="16"/>
              </w:rPr>
              <w:t>Coordinator</w:t>
            </w:r>
            <w:r w:rsidR="00BC6FD8">
              <w:rPr>
                <w:rStyle w:val="SPARCGraphTitle"/>
                <w:rFonts w:ascii="Tahoma" w:hAnsi="Tahoma" w:cs="Tahoma"/>
                <w:szCs w:val="16"/>
              </w:rPr>
              <w:t xml:space="preserve"> </w:t>
            </w:r>
          </w:p>
        </w:tc>
      </w:tr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483A05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BUSINESS UNIT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  <w:t>Local Organising Committee (LOC)</w:t>
            </w:r>
          </w:p>
        </w:tc>
      </w:tr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483A05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 xml:space="preserve">REPORTS TO 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  <w:r w:rsidR="009D02D5">
              <w:rPr>
                <w:rStyle w:val="SPARCGraphTitle"/>
                <w:rFonts w:ascii="Tahoma" w:hAnsi="Tahoma" w:cs="Tahoma"/>
                <w:szCs w:val="16"/>
              </w:rPr>
              <w:t xml:space="preserve">Referee Manager, </w:t>
            </w:r>
            <w:r w:rsidR="00F73A1A">
              <w:rPr>
                <w:rStyle w:val="SPARCGraphTitle"/>
                <w:rFonts w:ascii="Tahoma" w:hAnsi="Tahoma" w:cs="Tahoma"/>
                <w:szCs w:val="16"/>
              </w:rPr>
              <w:t xml:space="preserve">Venue </w:t>
            </w:r>
            <w:r w:rsidR="009D02D5">
              <w:rPr>
                <w:rStyle w:val="SPARCGraphTitle"/>
                <w:rFonts w:ascii="Tahoma" w:hAnsi="Tahoma" w:cs="Tahoma"/>
                <w:szCs w:val="16"/>
              </w:rPr>
              <w:t xml:space="preserve">Competition </w:t>
            </w:r>
            <w:r w:rsidR="00F73A1A">
              <w:rPr>
                <w:rStyle w:val="SPARCGraphTitle"/>
                <w:rFonts w:ascii="Tahoma" w:hAnsi="Tahoma" w:cs="Tahoma"/>
                <w:szCs w:val="16"/>
              </w:rPr>
              <w:t>Coordinator</w:t>
            </w:r>
          </w:p>
        </w:tc>
      </w:tr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483A05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DATE CREATED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</w:p>
        </w:tc>
      </w:tr>
    </w:tbl>
    <w:p w:rsidR="004557F0" w:rsidRPr="00A418A3" w:rsidRDefault="004557F0" w:rsidP="004557F0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PURPOSE</w:t>
            </w:r>
          </w:p>
        </w:tc>
      </w:tr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837898" w:rsidRDefault="009229B9" w:rsidP="009229B9">
            <w:p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837898">
              <w:rPr>
                <w:rFonts w:ascii="Tahoma" w:hAnsi="Tahoma" w:cs="Tahoma"/>
                <w:sz w:val="16"/>
                <w:szCs w:val="16"/>
                <w:lang w:val="en-NZ"/>
              </w:rPr>
              <w:t>To liaise with the National Referee Manager on all requirements for match officials within the venue.</w:t>
            </w:r>
          </w:p>
        </w:tc>
      </w:tr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FD0FEC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FD0FEC">
              <w:rPr>
                <w:rStyle w:val="SPARCGraphTitle"/>
                <w:rFonts w:ascii="Tahoma" w:hAnsi="Tahoma" w:cs="Tahoma"/>
                <w:szCs w:val="16"/>
              </w:rPr>
              <w:t>KEY RESPONSIBILITIES</w:t>
            </w:r>
          </w:p>
        </w:tc>
      </w:tr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29B9" w:rsidRPr="00837898" w:rsidRDefault="009229B9" w:rsidP="00837898">
            <w:pPr>
              <w:rPr>
                <w:rFonts w:ascii="Tahoma" w:hAnsi="Tahoma" w:cs="Tahoma"/>
                <w:sz w:val="16"/>
                <w:szCs w:val="16"/>
                <w:lang w:val="en-NZ"/>
              </w:rPr>
            </w:pPr>
            <w:r w:rsidRPr="00837898">
              <w:rPr>
                <w:rFonts w:ascii="Tahoma" w:hAnsi="Tahoma" w:cs="Tahoma"/>
                <w:sz w:val="16"/>
                <w:szCs w:val="16"/>
                <w:lang w:val="en-NZ"/>
              </w:rPr>
              <w:t>To liaise with the Transport, Accommodation and Volunteer Manager to ensure all match officials are:</w:t>
            </w:r>
          </w:p>
          <w:p w:rsidR="009229B9" w:rsidRPr="00837898" w:rsidRDefault="009229B9" w:rsidP="009229B9">
            <w:pPr>
              <w:rPr>
                <w:rFonts w:ascii="Tahoma" w:hAnsi="Tahoma" w:cs="Tahoma"/>
                <w:sz w:val="16"/>
                <w:szCs w:val="16"/>
                <w:lang w:val="en-NZ"/>
              </w:rPr>
            </w:pPr>
          </w:p>
          <w:p w:rsidR="009229B9" w:rsidRPr="00837898" w:rsidRDefault="009229B9" w:rsidP="009229B9">
            <w:pPr>
              <w:numPr>
                <w:ilvl w:val="1"/>
                <w:numId w:val="5"/>
              </w:numPr>
              <w:rPr>
                <w:rFonts w:ascii="Tahoma" w:hAnsi="Tahoma" w:cs="Tahoma"/>
                <w:sz w:val="16"/>
                <w:szCs w:val="16"/>
                <w:lang w:val="en-NZ"/>
              </w:rPr>
            </w:pPr>
            <w:r w:rsidRPr="00837898">
              <w:rPr>
                <w:rFonts w:ascii="Tahoma" w:hAnsi="Tahoma" w:cs="Tahoma"/>
                <w:sz w:val="16"/>
                <w:szCs w:val="16"/>
                <w:lang w:val="en-NZ"/>
              </w:rPr>
              <w:t>meet upon arrival at airport/hotel in the particular city</w:t>
            </w:r>
          </w:p>
          <w:p w:rsidR="009229B9" w:rsidRPr="00837898" w:rsidRDefault="009229B9" w:rsidP="009229B9">
            <w:pPr>
              <w:numPr>
                <w:ilvl w:val="1"/>
                <w:numId w:val="5"/>
              </w:numPr>
              <w:rPr>
                <w:rFonts w:ascii="Tahoma" w:hAnsi="Tahoma" w:cs="Tahoma"/>
                <w:sz w:val="16"/>
                <w:szCs w:val="16"/>
                <w:lang w:val="en-NZ"/>
              </w:rPr>
            </w:pPr>
            <w:r w:rsidRPr="00837898">
              <w:rPr>
                <w:rFonts w:ascii="Tahoma" w:hAnsi="Tahoma" w:cs="Tahoma"/>
                <w:sz w:val="16"/>
                <w:szCs w:val="16"/>
                <w:lang w:val="en-NZ"/>
              </w:rPr>
              <w:t>transported to and from airport/accommodation</w:t>
            </w:r>
          </w:p>
          <w:p w:rsidR="009229B9" w:rsidRPr="00837898" w:rsidRDefault="009229B9" w:rsidP="009229B9">
            <w:pPr>
              <w:numPr>
                <w:ilvl w:val="1"/>
                <w:numId w:val="5"/>
              </w:numPr>
              <w:rPr>
                <w:rFonts w:ascii="Tahoma" w:hAnsi="Tahoma" w:cs="Tahoma"/>
                <w:sz w:val="16"/>
                <w:szCs w:val="16"/>
                <w:lang w:val="en-NZ"/>
              </w:rPr>
            </w:pPr>
            <w:r w:rsidRPr="00837898">
              <w:rPr>
                <w:rFonts w:ascii="Tahoma" w:hAnsi="Tahoma" w:cs="Tahoma"/>
                <w:sz w:val="16"/>
                <w:szCs w:val="16"/>
                <w:lang w:val="en-NZ"/>
              </w:rPr>
              <w:t>transported to and from match day venue</w:t>
            </w:r>
          </w:p>
          <w:p w:rsidR="009229B9" w:rsidRPr="00837898" w:rsidRDefault="009229B9" w:rsidP="009229B9">
            <w:pPr>
              <w:numPr>
                <w:ilvl w:val="1"/>
                <w:numId w:val="5"/>
              </w:numPr>
              <w:rPr>
                <w:rFonts w:ascii="Tahoma" w:hAnsi="Tahoma" w:cs="Tahoma"/>
                <w:sz w:val="16"/>
                <w:szCs w:val="16"/>
                <w:lang w:val="en-NZ"/>
              </w:rPr>
            </w:pPr>
            <w:r w:rsidRPr="00837898">
              <w:rPr>
                <w:rFonts w:ascii="Tahoma" w:hAnsi="Tahoma" w:cs="Tahoma"/>
                <w:sz w:val="16"/>
                <w:szCs w:val="16"/>
                <w:lang w:val="en-NZ"/>
              </w:rPr>
              <w:t>to assist with arranging any activity the referees may wish to undertake, subject to approval, whilst in the particular city</w:t>
            </w:r>
          </w:p>
          <w:p w:rsidR="009229B9" w:rsidRPr="00837898" w:rsidRDefault="009229B9" w:rsidP="009229B9">
            <w:pPr>
              <w:numPr>
                <w:ilvl w:val="1"/>
                <w:numId w:val="5"/>
              </w:numPr>
              <w:rPr>
                <w:rFonts w:ascii="Tahoma" w:hAnsi="Tahoma" w:cs="Tahoma"/>
                <w:sz w:val="16"/>
                <w:szCs w:val="16"/>
                <w:lang w:val="en-NZ"/>
              </w:rPr>
            </w:pPr>
            <w:r w:rsidRPr="00837898">
              <w:rPr>
                <w:rFonts w:ascii="Tahoma" w:hAnsi="Tahoma" w:cs="Tahoma"/>
                <w:sz w:val="16"/>
                <w:szCs w:val="16"/>
                <w:lang w:val="en-NZ"/>
              </w:rPr>
              <w:t>to assist with any requirements of the match officials at game day venue</w:t>
            </w:r>
          </w:p>
          <w:p w:rsidR="009229B9" w:rsidRPr="00837898" w:rsidRDefault="009229B9" w:rsidP="009229B9">
            <w:pPr>
              <w:rPr>
                <w:rFonts w:ascii="Tahoma" w:hAnsi="Tahoma" w:cs="Tahoma"/>
                <w:sz w:val="16"/>
                <w:szCs w:val="16"/>
                <w:lang w:val="en-NZ"/>
              </w:rPr>
            </w:pPr>
          </w:p>
          <w:p w:rsidR="004557F0" w:rsidRPr="00A63CFA" w:rsidRDefault="009229B9" w:rsidP="00837898">
            <w:pPr>
              <w:rPr>
                <w:rFonts w:ascii="Tahoma" w:hAnsi="Tahoma" w:cs="Tahoma"/>
                <w:sz w:val="16"/>
                <w:szCs w:val="16"/>
              </w:rPr>
            </w:pPr>
            <w:r w:rsidRPr="00837898">
              <w:rPr>
                <w:rFonts w:ascii="Tahoma" w:hAnsi="Tahoma" w:cs="Tahoma"/>
                <w:sz w:val="16"/>
                <w:szCs w:val="16"/>
                <w:lang w:val="en-NZ"/>
              </w:rPr>
              <w:t xml:space="preserve"> To meet all Referee</w:t>
            </w:r>
            <w:r w:rsidR="00F04ACD" w:rsidRPr="00837898">
              <w:rPr>
                <w:rFonts w:ascii="Tahoma" w:hAnsi="Tahoma" w:cs="Tahoma"/>
                <w:sz w:val="16"/>
                <w:szCs w:val="16"/>
                <w:lang w:val="en-NZ"/>
              </w:rPr>
              <w:t xml:space="preserve"> requirements within the region</w:t>
            </w:r>
            <w:r w:rsidRPr="00837898">
              <w:rPr>
                <w:rFonts w:ascii="Tahoma" w:hAnsi="Tahoma" w:cs="Tahoma"/>
                <w:sz w:val="16"/>
                <w:szCs w:val="16"/>
                <w:lang w:val="en-NZ"/>
              </w:rPr>
              <w:t xml:space="preserve"> and ensure a quality experience is delivered to all officials</w:t>
            </w:r>
          </w:p>
        </w:tc>
      </w:tr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CORE CAPABILITIES</w:t>
            </w:r>
          </w:p>
        </w:tc>
      </w:tr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The core capabilities, linked to our company values, are applicable for each role at LOC. All LOC staff are to display the following qualities :</w:t>
            </w:r>
            <w:r w:rsidR="00F73A1A">
              <w:rPr>
                <w:rFonts w:ascii="Tahoma" w:hAnsi="Tahoma" w:cs="Tahoma"/>
                <w:szCs w:val="16"/>
              </w:rPr>
              <w:t xml:space="preserve"> </w:t>
            </w:r>
            <w:r w:rsidRPr="00A418A3">
              <w:rPr>
                <w:rFonts w:ascii="Tahoma" w:hAnsi="Tahoma" w:cs="Tahoma"/>
                <w:szCs w:val="16"/>
              </w:rPr>
              <w:t>Credible, Competitive, Ambitious, Passionate, Committed, Inclusive and Community Orientated</w:t>
            </w:r>
          </w:p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</w:tbl>
    <w:p w:rsidR="004557F0" w:rsidRDefault="004557F0" w:rsidP="004557F0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Delegations of Authority</w:t>
            </w:r>
          </w:p>
        </w:tc>
        <w:tc>
          <w:tcPr>
            <w:tcW w:w="6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646142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Capital Expenditure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$</w:t>
            </w:r>
            <w:r w:rsidR="009229B9">
              <w:rPr>
                <w:rFonts w:ascii="Tahoma" w:hAnsi="Tahoma" w:cs="Tahoma"/>
                <w:szCs w:val="16"/>
              </w:rPr>
              <w:t>-</w:t>
            </w:r>
          </w:p>
        </w:tc>
      </w:tr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Operational Expenditure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$</w:t>
            </w:r>
            <w:r w:rsidR="009229B9">
              <w:rPr>
                <w:rFonts w:ascii="Tahoma" w:hAnsi="Tahoma" w:cs="Tahoma"/>
                <w:szCs w:val="16"/>
              </w:rPr>
              <w:t>-</w:t>
            </w:r>
          </w:p>
        </w:tc>
      </w:tr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Authorisation to Hire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646142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Authorised to sign Contracts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$</w:t>
            </w:r>
            <w:r w:rsidR="009229B9">
              <w:rPr>
                <w:rFonts w:ascii="Tahoma" w:hAnsi="Tahoma" w:cs="Tahoma"/>
                <w:szCs w:val="16"/>
              </w:rPr>
              <w:t>-</w:t>
            </w:r>
          </w:p>
        </w:tc>
      </w:tr>
    </w:tbl>
    <w:p w:rsidR="004557F0" w:rsidRDefault="004557F0" w:rsidP="004557F0">
      <w:pPr>
        <w:rPr>
          <w:rFonts w:ascii="Arial" w:hAnsi="Arial" w:cs="Arial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>
              <w:rPr>
                <w:rStyle w:val="SPARCGraphTitle"/>
                <w:rFonts w:ascii="Tahoma" w:hAnsi="Tahoma" w:cs="Tahoma"/>
                <w:szCs w:val="16"/>
              </w:rPr>
              <w:t>Contract Details</w:t>
            </w:r>
          </w:p>
        </w:tc>
        <w:tc>
          <w:tcPr>
            <w:tcW w:w="6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646142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Contract Term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9229B9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Fixed term volunteer</w:t>
            </w:r>
          </w:p>
        </w:tc>
      </w:tr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Contract Payment</w:t>
            </w:r>
          </w:p>
        </w:tc>
        <w:tc>
          <w:tcPr>
            <w:tcW w:w="640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A418A3" w:rsidRDefault="009229B9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$-</w:t>
            </w:r>
          </w:p>
        </w:tc>
      </w:tr>
    </w:tbl>
    <w:p w:rsidR="004557F0" w:rsidRDefault="004557F0" w:rsidP="004557F0">
      <w:pPr>
        <w:rPr>
          <w:rFonts w:ascii="Arial" w:hAnsi="Arial" w:cs="Arial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4557F0" w:rsidRPr="006D33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6D33DA" w:rsidRDefault="004557F0" w:rsidP="00646142">
            <w:pPr>
              <w:pStyle w:val="SPARCGraphBodyText"/>
              <w:rPr>
                <w:rFonts w:ascii="Tahoma" w:hAnsi="Tahoma" w:cs="Tahoma"/>
                <w:b/>
              </w:rPr>
            </w:pPr>
            <w:r w:rsidRPr="006D33DA">
              <w:rPr>
                <w:rStyle w:val="SPARCGraphTitle"/>
                <w:rFonts w:ascii="Tahoma" w:hAnsi="Tahoma" w:cs="Tahoma"/>
              </w:rPr>
              <w:t>Responsible For:</w:t>
            </w:r>
          </w:p>
        </w:tc>
        <w:tc>
          <w:tcPr>
            <w:tcW w:w="6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6D33DA" w:rsidRDefault="004557F0" w:rsidP="00646142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4557F0" w:rsidRPr="00F752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Pr="006D33DA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</w:tbl>
    <w:p w:rsidR="004557F0" w:rsidRPr="00A418A3" w:rsidRDefault="004557F0" w:rsidP="004557F0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4557F0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57F0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:rsidR="00574BDE" w:rsidRDefault="00574BDE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_____________________________________________</w:t>
            </w:r>
          </w:p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Referee</w:t>
            </w:r>
            <w:r w:rsidRPr="00A418A3">
              <w:rPr>
                <w:rFonts w:ascii="Tahoma" w:hAnsi="Tahoma" w:cs="Tahoma"/>
                <w:szCs w:val="16"/>
              </w:rPr>
              <w:t xml:space="preserve"> </w:t>
            </w:r>
            <w:r w:rsidR="00F73A1A">
              <w:rPr>
                <w:rFonts w:ascii="Tahoma" w:hAnsi="Tahoma" w:cs="Tahoma"/>
                <w:szCs w:val="16"/>
              </w:rPr>
              <w:t>Coordinator’s</w:t>
            </w:r>
            <w:r w:rsidRPr="00A418A3">
              <w:rPr>
                <w:rFonts w:ascii="Tahoma" w:hAnsi="Tahoma" w:cs="Tahoma"/>
                <w:szCs w:val="16"/>
              </w:rPr>
              <w:t xml:space="preserve"> Signature</w:t>
            </w:r>
          </w:p>
          <w:p w:rsidR="004557F0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:rsidR="00574BDE" w:rsidRDefault="00574BDE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_</w:t>
            </w:r>
            <w:r>
              <w:rPr>
                <w:rFonts w:ascii="Tahoma" w:hAnsi="Tahoma" w:cs="Tahoma"/>
                <w:szCs w:val="16"/>
              </w:rPr>
              <w:t>_</w:t>
            </w:r>
            <w:r w:rsidRPr="00A418A3">
              <w:rPr>
                <w:rFonts w:ascii="Tahoma" w:hAnsi="Tahoma" w:cs="Tahoma"/>
                <w:szCs w:val="16"/>
              </w:rPr>
              <w:t>____________________________________________</w:t>
            </w:r>
          </w:p>
          <w:p w:rsidR="004557F0" w:rsidRPr="00A418A3" w:rsidRDefault="004557F0" w:rsidP="00646142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LOC CEO’s</w:t>
            </w:r>
            <w:r w:rsidRPr="00A418A3">
              <w:rPr>
                <w:rFonts w:ascii="Tahoma" w:hAnsi="Tahoma" w:cs="Tahoma"/>
                <w:szCs w:val="16"/>
              </w:rPr>
              <w:t xml:space="preserve"> Signature</w:t>
            </w:r>
          </w:p>
        </w:tc>
      </w:tr>
    </w:tbl>
    <w:p w:rsidR="00D03BF5" w:rsidRPr="00AA7D76" w:rsidRDefault="00D03BF5" w:rsidP="004557F0"/>
    <w:sectPr w:rsidR="00D03BF5" w:rsidRPr="00AA7D76" w:rsidSect="004557F0">
      <w:footerReference w:type="default" r:id="rId7"/>
      <w:pgSz w:w="12240" w:h="15840"/>
      <w:pgMar w:top="851" w:right="851" w:bottom="36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044" w:rsidRDefault="00431044">
      <w:r>
        <w:separator/>
      </w:r>
    </w:p>
  </w:endnote>
  <w:endnote w:type="continuationSeparator" w:id="0">
    <w:p w:rsidR="00431044" w:rsidRDefault="00431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PARCSans-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SPARCSans-Light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454" w:rsidRDefault="00376454">
    <w:pPr>
      <w:pStyle w:val="Footer"/>
    </w:pPr>
    <w:r>
      <w:t>MBIE-MAKO-3632553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044" w:rsidRDefault="00431044">
      <w:r>
        <w:separator/>
      </w:r>
    </w:p>
  </w:footnote>
  <w:footnote w:type="continuationSeparator" w:id="0">
    <w:p w:rsidR="00431044" w:rsidRDefault="004310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43295"/>
    <w:multiLevelType w:val="hybridMultilevel"/>
    <w:tmpl w:val="61B61C46"/>
    <w:lvl w:ilvl="0" w:tplc="0409000F">
      <w:start w:val="1"/>
      <w:numFmt w:val="decimal"/>
      <w:lvlText w:val="%1.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CB65CA9"/>
    <w:multiLevelType w:val="hybridMultilevel"/>
    <w:tmpl w:val="13ACF3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B03D58"/>
    <w:multiLevelType w:val="hybridMultilevel"/>
    <w:tmpl w:val="CE3E99A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F4D8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30A55"/>
    <w:multiLevelType w:val="hybridMultilevel"/>
    <w:tmpl w:val="0C5C7B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B1350B"/>
    <w:multiLevelType w:val="hybridMultilevel"/>
    <w:tmpl w:val="532076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6142"/>
    <w:rsid w:val="00044FD8"/>
    <w:rsid w:val="00147ED4"/>
    <w:rsid w:val="001B7D49"/>
    <w:rsid w:val="001D0441"/>
    <w:rsid w:val="001F2097"/>
    <w:rsid w:val="00250CAA"/>
    <w:rsid w:val="00325263"/>
    <w:rsid w:val="00376454"/>
    <w:rsid w:val="00384C4D"/>
    <w:rsid w:val="00431044"/>
    <w:rsid w:val="0045225F"/>
    <w:rsid w:val="004557F0"/>
    <w:rsid w:val="00483A05"/>
    <w:rsid w:val="00571B4A"/>
    <w:rsid w:val="00574BDE"/>
    <w:rsid w:val="00633F61"/>
    <w:rsid w:val="00646142"/>
    <w:rsid w:val="0071166B"/>
    <w:rsid w:val="008006BA"/>
    <w:rsid w:val="00837898"/>
    <w:rsid w:val="008B6403"/>
    <w:rsid w:val="008E5127"/>
    <w:rsid w:val="00921D21"/>
    <w:rsid w:val="009229B9"/>
    <w:rsid w:val="00977F7B"/>
    <w:rsid w:val="009D02D5"/>
    <w:rsid w:val="009D6B5A"/>
    <w:rsid w:val="00A23B85"/>
    <w:rsid w:val="00AA7D76"/>
    <w:rsid w:val="00B2797E"/>
    <w:rsid w:val="00B845F8"/>
    <w:rsid w:val="00B85276"/>
    <w:rsid w:val="00B9296F"/>
    <w:rsid w:val="00BA2D16"/>
    <w:rsid w:val="00BC6FD8"/>
    <w:rsid w:val="00C04D6E"/>
    <w:rsid w:val="00C34836"/>
    <w:rsid w:val="00CA309A"/>
    <w:rsid w:val="00D03BF5"/>
    <w:rsid w:val="00D37D55"/>
    <w:rsid w:val="00D76047"/>
    <w:rsid w:val="00DA4D2C"/>
    <w:rsid w:val="00DC71D2"/>
    <w:rsid w:val="00DE43EC"/>
    <w:rsid w:val="00E10BB1"/>
    <w:rsid w:val="00E91D9C"/>
    <w:rsid w:val="00E94FE4"/>
    <w:rsid w:val="00ED71A8"/>
    <w:rsid w:val="00EF7A3F"/>
    <w:rsid w:val="00F04ACD"/>
    <w:rsid w:val="00F34B2D"/>
    <w:rsid w:val="00F7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4FD8"/>
    <w:rPr>
      <w:rFonts w:ascii="Times" w:eastAsia="Times" w:hAnsi="Times"/>
      <w:sz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Noparagraphstyle">
    <w:name w:val="[No paragraph style]"/>
    <w:rsid w:val="00044F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SPARCSans-Bold" w:hAnsi="SPARCSans-Bold"/>
      <w:color w:val="000000"/>
      <w:sz w:val="24"/>
      <w:lang w:val="en-GB"/>
    </w:rPr>
  </w:style>
  <w:style w:type="paragraph" w:customStyle="1" w:styleId="SPARCGraphBodyText">
    <w:name w:val="SPARC_Graph_Body_Text"/>
    <w:basedOn w:val="Normal"/>
    <w:rsid w:val="00044FD8"/>
    <w:pPr>
      <w:widowControl w:val="0"/>
      <w:tabs>
        <w:tab w:val="left" w:pos="227"/>
        <w:tab w:val="left" w:pos="360"/>
      </w:tabs>
      <w:suppressAutoHyphens/>
      <w:autoSpaceDE w:val="0"/>
      <w:autoSpaceDN w:val="0"/>
      <w:adjustRightInd w:val="0"/>
      <w:spacing w:line="192" w:lineRule="atLeast"/>
      <w:textAlignment w:val="center"/>
    </w:pPr>
    <w:rPr>
      <w:rFonts w:ascii="SPARCSans-Light" w:eastAsia="Times New Roman" w:hAnsi="SPARCSans-Light"/>
      <w:color w:val="000000"/>
      <w:sz w:val="16"/>
      <w:lang w:val="en-GB"/>
    </w:rPr>
  </w:style>
  <w:style w:type="character" w:customStyle="1" w:styleId="SPARCGraphTitle">
    <w:name w:val="SPARC_Graph Title"/>
    <w:rsid w:val="00044FD8"/>
    <w:rPr>
      <w:rFonts w:ascii="SPARCSans-Bold" w:hAnsi="SPARCSans-Bold"/>
      <w:b/>
      <w:sz w:val="16"/>
    </w:rPr>
  </w:style>
  <w:style w:type="paragraph" w:styleId="Header">
    <w:name w:val="header"/>
    <w:basedOn w:val="Normal"/>
    <w:rsid w:val="00044F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44FD8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bby.steyn\Application%20Data\Microsoft\Templates\FIFA%20WWC%20Job%20Descrip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FIFA WWC Job Description.dot</Template>
  <TotalTime>1</TotalTime>
  <Pages>1</Pages>
  <Words>204</Words>
  <Characters>1303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OF POSITION</vt:lpstr>
    </vt:vector>
  </TitlesOfParts>
  <Manager>3632553</Manager>
  <Company>Your Company Name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POSITION</dc:title>
  <dc:subject/>
  <dc:creator>Your User Name</dc:creator>
  <cp:keywords/>
  <dc:description/>
  <cp:lastModifiedBy>Claudia Hill</cp:lastModifiedBy>
  <cp:revision>2</cp:revision>
  <cp:lastPrinted>2010-04-04T00:27:00Z</cp:lastPrinted>
  <dcterms:created xsi:type="dcterms:W3CDTF">2013-01-10T23:10:00Z</dcterms:created>
  <dcterms:modified xsi:type="dcterms:W3CDTF">2013-01-10T23:10:00Z</dcterms:modified>
  <cp:category>3632553</cp:category>
</cp:coreProperties>
</file>