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7F0" w:rsidRPr="006D33DA" w:rsidRDefault="004557F0" w:rsidP="004557F0">
      <w:pPr>
        <w:rPr>
          <w:sz w:val="8"/>
          <w:szCs w:val="8"/>
        </w:rPr>
      </w:pPr>
      <w:bookmarkStart w:id="0" w:name="_GoBack"/>
      <w:bookmarkEnd w:id="0"/>
      <w:r>
        <w:rPr>
          <w:noProof/>
          <w:sz w:val="8"/>
          <w:szCs w:val="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in;margin-top:-25.85pt;width:337pt;height:25.35pt;z-index:251657728" filled="f" stroked="f">
            <v:textbox>
              <w:txbxContent>
                <w:p w:rsidR="004557F0" w:rsidRPr="00F95F4D" w:rsidRDefault="004557F0" w:rsidP="004557F0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 xml:space="preserve">DIVISION: 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DEPARTMENT: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Referees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BC6FD8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>
              <w:rPr>
                <w:rStyle w:val="SPARCGraphTitle"/>
                <w:rFonts w:ascii="Tahoma" w:hAnsi="Tahoma" w:cs="Tahoma"/>
                <w:szCs w:val="16"/>
              </w:rPr>
              <w:t xml:space="preserve">Referee </w:t>
            </w:r>
            <w:r w:rsidR="00147ED4">
              <w:rPr>
                <w:rStyle w:val="SPARCGraphTitle"/>
                <w:rFonts w:ascii="Tahoma" w:hAnsi="Tahoma" w:cs="Tahoma"/>
                <w:szCs w:val="16"/>
              </w:rPr>
              <w:t>Coordinator</w:t>
            </w:r>
            <w:r w:rsidR="00BC6FD8">
              <w:rPr>
                <w:rStyle w:val="SPARCGraphTitle"/>
                <w:rFonts w:ascii="Tahoma" w:hAnsi="Tahoma" w:cs="Tahoma"/>
                <w:szCs w:val="16"/>
              </w:rPr>
              <w:t xml:space="preserve"> 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231FF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231FF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9D02D5">
              <w:rPr>
                <w:rStyle w:val="SPARCGraphTitle"/>
                <w:rFonts w:ascii="Tahoma" w:hAnsi="Tahoma" w:cs="Tahoma"/>
                <w:szCs w:val="16"/>
              </w:rPr>
              <w:t xml:space="preserve">Referee Manager, </w:t>
            </w:r>
            <w:r w:rsidR="00F73A1A">
              <w:rPr>
                <w:rStyle w:val="SPARCGraphTitle"/>
                <w:rFonts w:ascii="Tahoma" w:hAnsi="Tahoma" w:cs="Tahoma"/>
                <w:szCs w:val="16"/>
              </w:rPr>
              <w:t xml:space="preserve">Venue </w:t>
            </w:r>
            <w:r w:rsidR="009D02D5">
              <w:rPr>
                <w:rStyle w:val="SPARCGraphTitle"/>
                <w:rFonts w:ascii="Tahoma" w:hAnsi="Tahoma" w:cs="Tahoma"/>
                <w:szCs w:val="16"/>
              </w:rPr>
              <w:t xml:space="preserve">Competition </w:t>
            </w:r>
            <w:r w:rsidR="00F73A1A">
              <w:rPr>
                <w:rStyle w:val="SPARCGraphTitle"/>
                <w:rFonts w:ascii="Tahoma" w:hAnsi="Tahoma" w:cs="Tahoma"/>
                <w:szCs w:val="16"/>
              </w:rPr>
              <w:t>Coordinator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231FF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4557F0" w:rsidRPr="00A418A3" w:rsidRDefault="004557F0" w:rsidP="004557F0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FF036E" w:rsidRDefault="009229B9" w:rsidP="009229B9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To liaise with the National Referee Manager on all requirements for match officials within the venue.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FD0FEC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FD0FEC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1F39" w:rsidRDefault="004A1F39" w:rsidP="00FF036E">
            <w:p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To liaise with the Transport and Accommodation Manager to ensure all match officials are:</w:t>
            </w:r>
          </w:p>
          <w:p w:rsidR="00FF036E" w:rsidRPr="00FF036E" w:rsidRDefault="00FF036E" w:rsidP="00FF036E">
            <w:pPr>
              <w:rPr>
                <w:rFonts w:ascii="Tahoma" w:hAnsi="Tahoma" w:cs="Tahoma"/>
                <w:sz w:val="16"/>
                <w:szCs w:val="16"/>
                <w:lang w:val="en-NZ"/>
              </w:rPr>
            </w:pPr>
          </w:p>
          <w:p w:rsidR="004A1F39" w:rsidRPr="00FF036E" w:rsidRDefault="004A1F39" w:rsidP="004A1F39">
            <w:pPr>
              <w:numPr>
                <w:ilvl w:val="0"/>
                <w:numId w:val="6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met upon arrival at airport/hotel in the particular city</w:t>
            </w:r>
          </w:p>
          <w:p w:rsidR="004A1F39" w:rsidRPr="00FF036E" w:rsidRDefault="004A1F39" w:rsidP="004A1F39">
            <w:pPr>
              <w:numPr>
                <w:ilvl w:val="0"/>
                <w:numId w:val="6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transported to and from airport/accommodation</w:t>
            </w:r>
          </w:p>
          <w:p w:rsidR="004A1F39" w:rsidRPr="00FF036E" w:rsidRDefault="004A1F39" w:rsidP="004A1F39">
            <w:pPr>
              <w:numPr>
                <w:ilvl w:val="0"/>
                <w:numId w:val="6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transported to and from training facility</w:t>
            </w:r>
          </w:p>
          <w:p w:rsidR="004A1F39" w:rsidRPr="00FF036E" w:rsidRDefault="004A1F39" w:rsidP="004A1F39">
            <w:pPr>
              <w:numPr>
                <w:ilvl w:val="0"/>
                <w:numId w:val="6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transported to and from match day venue</w:t>
            </w:r>
          </w:p>
          <w:p w:rsidR="004A1F39" w:rsidRPr="00FF036E" w:rsidRDefault="004A1F39" w:rsidP="004A1F39">
            <w:pPr>
              <w:numPr>
                <w:ilvl w:val="0"/>
                <w:numId w:val="6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transported to and from fitness test venue</w:t>
            </w:r>
          </w:p>
          <w:p w:rsidR="004A1F39" w:rsidRPr="00FF036E" w:rsidRDefault="004A1F39" w:rsidP="004A1F39">
            <w:pPr>
              <w:numPr>
                <w:ilvl w:val="0"/>
                <w:numId w:val="6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to assist with any requirements of the match officials at game day venue</w:t>
            </w:r>
          </w:p>
          <w:p w:rsidR="004A1F39" w:rsidRPr="00FF036E" w:rsidRDefault="004A1F39" w:rsidP="004A1F39">
            <w:pPr>
              <w:ind w:left="1440" w:hanging="360"/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f)</w:t>
            </w: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ab/>
              <w:t>to assist with arranging any activity the referees may wish to undertake, subject to approval, whilst in the particular city</w:t>
            </w:r>
          </w:p>
          <w:p w:rsidR="004A1F39" w:rsidRPr="00FF036E" w:rsidRDefault="004A1F39" w:rsidP="004A1F39">
            <w:pPr>
              <w:rPr>
                <w:rFonts w:ascii="Tahoma" w:hAnsi="Tahoma" w:cs="Tahoma"/>
                <w:sz w:val="16"/>
                <w:szCs w:val="16"/>
                <w:lang w:val="en-NZ"/>
              </w:rPr>
            </w:pPr>
          </w:p>
          <w:p w:rsidR="004557F0" w:rsidRPr="00A63CFA" w:rsidRDefault="004A1F39" w:rsidP="00FF036E">
            <w:pPr>
              <w:rPr>
                <w:rFonts w:ascii="Tahoma" w:hAnsi="Tahoma" w:cs="Tahoma"/>
                <w:sz w:val="16"/>
                <w:szCs w:val="16"/>
              </w:rPr>
            </w:pP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To meet all Referee requirements within the region</w:t>
            </w:r>
            <w:r w:rsidR="00FF036E">
              <w:rPr>
                <w:rFonts w:ascii="Tahoma" w:hAnsi="Tahoma" w:cs="Tahoma"/>
                <w:sz w:val="16"/>
                <w:szCs w:val="16"/>
                <w:lang w:val="en-NZ"/>
              </w:rPr>
              <w:t xml:space="preserve"> a</w:t>
            </w:r>
            <w:r w:rsidRPr="00FF036E">
              <w:rPr>
                <w:rFonts w:ascii="Tahoma" w:hAnsi="Tahoma" w:cs="Tahoma"/>
                <w:sz w:val="16"/>
                <w:szCs w:val="16"/>
                <w:lang w:val="en-NZ"/>
              </w:rPr>
              <w:t>nd ensure a quality experience is delivered to all officials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The core capabilities, linked to our company values, are applicable for each role at LOC. All LOC staff are to display the following qualities :</w:t>
            </w:r>
            <w:r w:rsidR="00F73A1A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4557F0" w:rsidRDefault="004557F0" w:rsidP="004557F0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Capital 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  <w:r w:rsidR="009229B9">
              <w:rPr>
                <w:rFonts w:ascii="Tahoma" w:hAnsi="Tahoma" w:cs="Tahoma"/>
                <w:szCs w:val="16"/>
              </w:rPr>
              <w:t>-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Operational 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  <w:r w:rsidR="009229B9">
              <w:rPr>
                <w:rFonts w:ascii="Tahoma" w:hAnsi="Tahoma" w:cs="Tahoma"/>
                <w:szCs w:val="16"/>
              </w:rPr>
              <w:t>-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Authorisation to Hire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Authorised to 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  <w:r w:rsidR="009229B9">
              <w:rPr>
                <w:rFonts w:ascii="Tahoma" w:hAnsi="Tahoma" w:cs="Tahoma"/>
                <w:szCs w:val="16"/>
              </w:rPr>
              <w:t>-</w:t>
            </w:r>
          </w:p>
        </w:tc>
      </w:tr>
    </w:tbl>
    <w:p w:rsidR="004557F0" w:rsidRDefault="004557F0" w:rsidP="004557F0">
      <w:pPr>
        <w:rPr>
          <w:rFonts w:ascii="Arial" w:hAnsi="Arial" w:cs="Arial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9229B9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Fixed term volunteer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Payment</w:t>
            </w:r>
          </w:p>
        </w:tc>
        <w:tc>
          <w:tcPr>
            <w:tcW w:w="64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9229B9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$-</w:t>
            </w:r>
          </w:p>
        </w:tc>
      </w:tr>
    </w:tbl>
    <w:p w:rsidR="004557F0" w:rsidRDefault="004557F0" w:rsidP="004557F0">
      <w:pPr>
        <w:rPr>
          <w:rFonts w:ascii="Arial" w:hAnsi="Arial" w:cs="Arial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4557F0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6D33DA" w:rsidRDefault="004557F0" w:rsidP="00646142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6D33DA" w:rsidRDefault="004557F0" w:rsidP="0064614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557F0" w:rsidRPr="00F7527B" w:rsidTr="004A1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6D33DA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4557F0" w:rsidRPr="00A418A3" w:rsidRDefault="004557F0" w:rsidP="004557F0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Referee</w:t>
            </w:r>
            <w:r w:rsidRPr="00A418A3">
              <w:rPr>
                <w:rFonts w:ascii="Tahoma" w:hAnsi="Tahoma" w:cs="Tahoma"/>
                <w:szCs w:val="16"/>
              </w:rPr>
              <w:t xml:space="preserve"> </w:t>
            </w:r>
            <w:r w:rsidR="00F73A1A">
              <w:rPr>
                <w:rFonts w:ascii="Tahoma" w:hAnsi="Tahoma" w:cs="Tahoma"/>
                <w:szCs w:val="16"/>
              </w:rPr>
              <w:t>Coordinator’s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4557F0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D03BF5" w:rsidRPr="00AA7D76" w:rsidRDefault="00D03BF5" w:rsidP="004A1F39"/>
    <w:sectPr w:rsidR="00D03BF5" w:rsidRPr="00AA7D76" w:rsidSect="004557F0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39" w:rsidRDefault="000C1D39">
      <w:r>
        <w:separator/>
      </w:r>
    </w:p>
  </w:endnote>
  <w:endnote w:type="continuationSeparator" w:id="0">
    <w:p w:rsidR="000C1D39" w:rsidRDefault="000C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855" w:rsidRDefault="00AD2855">
    <w:pPr>
      <w:pStyle w:val="Footer"/>
    </w:pPr>
    <w:r>
      <w:t>MBIE-MAKO-3629672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39" w:rsidRDefault="000C1D39">
      <w:r>
        <w:separator/>
      </w:r>
    </w:p>
  </w:footnote>
  <w:footnote w:type="continuationSeparator" w:id="0">
    <w:p w:rsidR="000C1D39" w:rsidRDefault="000C1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43295"/>
    <w:multiLevelType w:val="hybridMultilevel"/>
    <w:tmpl w:val="61B61C46"/>
    <w:lvl w:ilvl="0" w:tplc="0409000F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281DDB"/>
    <w:multiLevelType w:val="hybridMultilevel"/>
    <w:tmpl w:val="4B766E3A"/>
    <w:lvl w:ilvl="0" w:tplc="6C7E82E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3B03D58"/>
    <w:multiLevelType w:val="hybridMultilevel"/>
    <w:tmpl w:val="CE3E99A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F4D8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142"/>
    <w:rsid w:val="00044FD8"/>
    <w:rsid w:val="000C1D39"/>
    <w:rsid w:val="00147ED4"/>
    <w:rsid w:val="001B7D49"/>
    <w:rsid w:val="001F16E4"/>
    <w:rsid w:val="001F2097"/>
    <w:rsid w:val="00231FFD"/>
    <w:rsid w:val="00250CAA"/>
    <w:rsid w:val="002906B5"/>
    <w:rsid w:val="00325263"/>
    <w:rsid w:val="00384C4D"/>
    <w:rsid w:val="00451DB5"/>
    <w:rsid w:val="0045225F"/>
    <w:rsid w:val="004557F0"/>
    <w:rsid w:val="00474B83"/>
    <w:rsid w:val="004A1F39"/>
    <w:rsid w:val="00571B4A"/>
    <w:rsid w:val="00574BDE"/>
    <w:rsid w:val="00633F61"/>
    <w:rsid w:val="00646142"/>
    <w:rsid w:val="008006BA"/>
    <w:rsid w:val="008B6403"/>
    <w:rsid w:val="008E5127"/>
    <w:rsid w:val="00921D21"/>
    <w:rsid w:val="009229B9"/>
    <w:rsid w:val="00977F7B"/>
    <w:rsid w:val="009D02D5"/>
    <w:rsid w:val="009D6B5A"/>
    <w:rsid w:val="00A23B85"/>
    <w:rsid w:val="00AA7D76"/>
    <w:rsid w:val="00AD2855"/>
    <w:rsid w:val="00B2797E"/>
    <w:rsid w:val="00B845F8"/>
    <w:rsid w:val="00B85276"/>
    <w:rsid w:val="00B9296F"/>
    <w:rsid w:val="00BC6FD8"/>
    <w:rsid w:val="00BE33B2"/>
    <w:rsid w:val="00C04D6E"/>
    <w:rsid w:val="00CA309A"/>
    <w:rsid w:val="00D03BF5"/>
    <w:rsid w:val="00D37D55"/>
    <w:rsid w:val="00D76047"/>
    <w:rsid w:val="00DA4D2C"/>
    <w:rsid w:val="00DC71D2"/>
    <w:rsid w:val="00DE43EC"/>
    <w:rsid w:val="00E10BB1"/>
    <w:rsid w:val="00E94FE4"/>
    <w:rsid w:val="00ED71A8"/>
    <w:rsid w:val="00EF7A3F"/>
    <w:rsid w:val="00F34B2D"/>
    <w:rsid w:val="00F73A1A"/>
    <w:rsid w:val="00FF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0</TotalTime>
  <Pages>1</Pages>
  <Words>218</Words>
  <Characters>1361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3629672</Manager>
  <Company>Your Company Name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2010-04-04T00:27:00Z</cp:lastPrinted>
  <dcterms:created xsi:type="dcterms:W3CDTF">2013-01-10T23:10:00Z</dcterms:created>
  <dcterms:modified xsi:type="dcterms:W3CDTF">2013-01-10T23:10:00Z</dcterms:modified>
  <cp:category>3629672</cp:category>
</cp:coreProperties>
</file>