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8A546D" w:rsidRPr="00F95F4D" w:rsidRDefault="008A546D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E627AF">
                    <w:rPr>
                      <w:rFonts w:ascii="Tahoma" w:hAnsi="Tahoma" w:cs="Tahoma"/>
                      <w:sz w:val="22"/>
                      <w:szCs w:val="22"/>
                    </w:rPr>
                    <w:t>Medical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BE4126">
              <w:rPr>
                <w:rStyle w:val="SPARCGraphTitle"/>
                <w:rFonts w:ascii="Tahoma" w:hAnsi="Tahoma" w:cs="Tahoma"/>
                <w:szCs w:val="16"/>
              </w:rPr>
              <w:t>Match Day Stretcher Crew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3D57BC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BE4126">
              <w:rPr>
                <w:rStyle w:val="SPARCGraphTitle"/>
                <w:rFonts w:ascii="Tahoma" w:hAnsi="Tahoma" w:cs="Tahoma"/>
                <w:szCs w:val="16"/>
              </w:rPr>
              <w:t>Medical Officer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3D57BC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62B5" w:rsidRPr="00B70AE0" w:rsidRDefault="00BE4126" w:rsidP="008A546D">
            <w:pPr>
              <w:spacing w:before="12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assist the Medical Team with the movement of injured players from the field to the medical room</w:t>
            </w:r>
            <w:r w:rsidR="0061472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62B5" w:rsidRDefault="00BE4126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safely lift and carry injured players on supplied stretchers from the field to the medical room</w:t>
            </w:r>
          </w:p>
          <w:p w:rsidR="00CF38C3" w:rsidRDefault="00BE4126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safely lift and transport injured players in supplied stretcher vehicles from the field to the medical room</w:t>
            </w:r>
          </w:p>
          <w:p w:rsidR="00CF38C3" w:rsidRDefault="00BE4126" w:rsidP="00BE62B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work effectively as a member of a 4 person team, adhering closely to all instructions given</w:t>
            </w:r>
          </w:p>
          <w:p w:rsidR="00BE62B5" w:rsidRPr="00362308" w:rsidRDefault="00BE62B5" w:rsidP="00BE62B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3D57B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C018B9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18B9" w:rsidRPr="00A418A3" w:rsidRDefault="00C018B9" w:rsidP="002865F1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18B9" w:rsidRPr="00A418A3" w:rsidRDefault="00C018B9" w:rsidP="00C018B9">
            <w:pPr>
              <w:pStyle w:val="Noparagraphstyle"/>
              <w:tabs>
                <w:tab w:val="left" w:pos="3925"/>
              </w:tabs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C018B9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18B9" w:rsidRPr="00A418A3" w:rsidRDefault="00C018B9" w:rsidP="00D12CEC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Physically fit to lift and carry at least 20 k</w:t>
            </w:r>
            <w:r w:rsidR="00D12CEC">
              <w:rPr>
                <w:rFonts w:ascii="Tahoma" w:hAnsi="Tahoma" w:cs="Tahoma"/>
                <w:szCs w:val="16"/>
              </w:rPr>
              <w:t>ilos</w:t>
            </w:r>
            <w:r>
              <w:rPr>
                <w:rFonts w:ascii="Tahoma" w:hAnsi="Tahoma" w:cs="Tahoma"/>
                <w:szCs w:val="16"/>
              </w:rPr>
              <w:t xml:space="preserve"> of weight</w:t>
            </w:r>
          </w:p>
        </w:tc>
        <w:tc>
          <w:tcPr>
            <w:tcW w:w="6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18B9" w:rsidRPr="00A418A3" w:rsidRDefault="00C018B9" w:rsidP="007749BB">
            <w:pPr>
              <w:pStyle w:val="SPARCGraphBodyText"/>
              <w:numPr>
                <w:ilvl w:val="0"/>
                <w:numId w:val="7"/>
              </w:numPr>
              <w:tabs>
                <w:tab w:val="left" w:pos="3925"/>
              </w:tabs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Team Work</w:t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C018B9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C018B9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BE4126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Match Day Stretcher Crew</w:t>
            </w:r>
            <w:r w:rsidR="006E76F5">
              <w:rPr>
                <w:rFonts w:ascii="Tahoma" w:hAnsi="Tahoma" w:cs="Tahoma"/>
                <w:szCs w:val="16"/>
              </w:rPr>
              <w:t>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E09" w:rsidRDefault="00E06E09">
      <w:r>
        <w:separator/>
      </w:r>
    </w:p>
  </w:endnote>
  <w:endnote w:type="continuationSeparator" w:id="0">
    <w:p w:rsidR="00E06E09" w:rsidRDefault="00E0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ED6" w:rsidRDefault="006F1ED6">
    <w:pPr>
      <w:pStyle w:val="Footer"/>
    </w:pPr>
    <w:r>
      <w:t>MBIE-MAKO-3632981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E09" w:rsidRDefault="00E06E09">
      <w:r>
        <w:separator/>
      </w:r>
    </w:p>
  </w:footnote>
  <w:footnote w:type="continuationSeparator" w:id="0">
    <w:p w:rsidR="00E06E09" w:rsidRDefault="00E06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3250A0B0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A1455"/>
    <w:multiLevelType w:val="hybridMultilevel"/>
    <w:tmpl w:val="5D02A3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84123"/>
    <w:multiLevelType w:val="hybridMultilevel"/>
    <w:tmpl w:val="4CF827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44FD8"/>
    <w:rsid w:val="000953B1"/>
    <w:rsid w:val="001B7D49"/>
    <w:rsid w:val="001F2097"/>
    <w:rsid w:val="00242053"/>
    <w:rsid w:val="00250CAA"/>
    <w:rsid w:val="002865F1"/>
    <w:rsid w:val="00325263"/>
    <w:rsid w:val="00384C4D"/>
    <w:rsid w:val="003D57BC"/>
    <w:rsid w:val="00427385"/>
    <w:rsid w:val="0045225F"/>
    <w:rsid w:val="00571B4A"/>
    <w:rsid w:val="005A23CE"/>
    <w:rsid w:val="005B070C"/>
    <w:rsid w:val="005B53F5"/>
    <w:rsid w:val="0061472E"/>
    <w:rsid w:val="00633F61"/>
    <w:rsid w:val="006C5C74"/>
    <w:rsid w:val="006E76F5"/>
    <w:rsid w:val="006F1ED6"/>
    <w:rsid w:val="00724B1B"/>
    <w:rsid w:val="00743537"/>
    <w:rsid w:val="007749BB"/>
    <w:rsid w:val="007B5956"/>
    <w:rsid w:val="008006BA"/>
    <w:rsid w:val="008A546D"/>
    <w:rsid w:val="008C12CD"/>
    <w:rsid w:val="008E5127"/>
    <w:rsid w:val="00921D21"/>
    <w:rsid w:val="00977F7B"/>
    <w:rsid w:val="009930A2"/>
    <w:rsid w:val="00A07471"/>
    <w:rsid w:val="00A36D5F"/>
    <w:rsid w:val="00AA7D76"/>
    <w:rsid w:val="00B2797E"/>
    <w:rsid w:val="00B85276"/>
    <w:rsid w:val="00B9296F"/>
    <w:rsid w:val="00BE4126"/>
    <w:rsid w:val="00BE62B5"/>
    <w:rsid w:val="00C018B9"/>
    <w:rsid w:val="00C04D6E"/>
    <w:rsid w:val="00C60D58"/>
    <w:rsid w:val="00C73011"/>
    <w:rsid w:val="00C73FDD"/>
    <w:rsid w:val="00CA309A"/>
    <w:rsid w:val="00CD4C09"/>
    <w:rsid w:val="00CF38C3"/>
    <w:rsid w:val="00D03BF5"/>
    <w:rsid w:val="00D12CEC"/>
    <w:rsid w:val="00D6211B"/>
    <w:rsid w:val="00D76047"/>
    <w:rsid w:val="00D96822"/>
    <w:rsid w:val="00DA4D2C"/>
    <w:rsid w:val="00DC71D2"/>
    <w:rsid w:val="00DE43EC"/>
    <w:rsid w:val="00E06E09"/>
    <w:rsid w:val="00E10BB1"/>
    <w:rsid w:val="00E627AF"/>
    <w:rsid w:val="00EE6C25"/>
    <w:rsid w:val="00EF17B6"/>
    <w:rsid w:val="00EF7A3F"/>
    <w:rsid w:val="00F34B2D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171</Words>
  <Characters>1059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3632981</Manager>
  <Company>Your Company Name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2010-04-04T01:32:00Z</cp:lastPrinted>
  <dcterms:created xsi:type="dcterms:W3CDTF">2013-01-10T23:12:00Z</dcterms:created>
  <dcterms:modified xsi:type="dcterms:W3CDTF">2013-01-10T23:12:00Z</dcterms:modified>
  <cp:category>3632981</cp:category>
</cp:coreProperties>
</file>