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E96536">
                    <w:rPr>
                      <w:rFonts w:ascii="Tahoma" w:hAnsi="Tahoma" w:cs="Tahoma"/>
                      <w:sz w:val="22"/>
                      <w:szCs w:val="22"/>
                    </w:rPr>
                    <w:t>IT/Telecommunications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1B60E6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E96536">
              <w:rPr>
                <w:rStyle w:val="SPARCGraphTitle"/>
                <w:rFonts w:ascii="Tahoma" w:hAnsi="Tahoma" w:cs="Tahoma"/>
                <w:szCs w:val="16"/>
              </w:rPr>
              <w:t xml:space="preserve">IT </w:t>
            </w:r>
            <w:r w:rsidR="006E0388">
              <w:rPr>
                <w:rStyle w:val="SPARCGraphTitle"/>
                <w:rFonts w:ascii="Tahoma" w:hAnsi="Tahoma" w:cs="Tahoma"/>
                <w:szCs w:val="16"/>
              </w:rPr>
              <w:t>Ass</w:t>
            </w:r>
            <w:r w:rsidR="00B9150F">
              <w:rPr>
                <w:rStyle w:val="SPARCGraphTitle"/>
                <w:rFonts w:ascii="Tahoma" w:hAnsi="Tahoma" w:cs="Tahoma"/>
                <w:szCs w:val="16"/>
              </w:rPr>
              <w:t>istants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7E78C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E96536">
              <w:rPr>
                <w:rStyle w:val="SPARCGraphTitle"/>
                <w:rFonts w:ascii="Tahoma" w:hAnsi="Tahoma" w:cs="Tahoma"/>
                <w:szCs w:val="16"/>
              </w:rPr>
              <w:t>IT and Telecommunications</w:t>
            </w:r>
            <w:r w:rsidR="00DA614C">
              <w:rPr>
                <w:rStyle w:val="SPARCGraphTitle"/>
                <w:rFonts w:ascii="Tahoma" w:hAnsi="Tahoma" w:cs="Tahoma"/>
                <w:szCs w:val="16"/>
              </w:rPr>
              <w:t xml:space="preserve"> Coordinator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7E78C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46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5259" w:rsidRPr="00A83B97" w:rsidRDefault="006E0388" w:rsidP="007E78CD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E96536">
              <w:rPr>
                <w:rFonts w:ascii="Tahoma" w:hAnsi="Tahoma" w:cs="Tahoma"/>
                <w:sz w:val="16"/>
                <w:szCs w:val="16"/>
              </w:rPr>
              <w:t xml:space="preserve">provide adequate IT solutions when required for the </w:t>
            </w:r>
            <w:r w:rsidR="007E78CD"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 w:rsidR="00E96536">
              <w:rPr>
                <w:rFonts w:ascii="Tahoma" w:hAnsi="Tahoma" w:cs="Tahoma"/>
                <w:sz w:val="16"/>
                <w:szCs w:val="16"/>
              </w:rPr>
              <w:t>but also for related events including but not limited to draws, seminars and workshops</w:t>
            </w:r>
            <w:r w:rsidR="0032525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0FBD" w:rsidRDefault="00B60FBD" w:rsidP="00B60FBD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5510F0">
              <w:rPr>
                <w:rFonts w:ascii="Tahoma" w:hAnsi="Tahoma" w:cs="Tahoma"/>
                <w:sz w:val="16"/>
                <w:szCs w:val="16"/>
              </w:rPr>
              <w:t>respond to IT issues and provide solutions so as to enable the system to continue to operate as specified</w:t>
            </w:r>
          </w:p>
          <w:p w:rsidR="00B60FBD" w:rsidRDefault="00B60FBD" w:rsidP="00B60FBD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assist the </w:t>
            </w:r>
            <w:r w:rsidR="005510F0">
              <w:rPr>
                <w:rFonts w:ascii="Tahoma" w:hAnsi="Tahoma" w:cs="Tahoma"/>
                <w:sz w:val="16"/>
                <w:szCs w:val="16"/>
              </w:rPr>
              <w:t xml:space="preserve">IT &amp; Telecommunications Coordinator to </w:t>
            </w:r>
            <w:r>
              <w:rPr>
                <w:rFonts w:ascii="Tahoma" w:hAnsi="Tahoma" w:cs="Tahoma"/>
                <w:sz w:val="16"/>
                <w:szCs w:val="16"/>
              </w:rPr>
              <w:t xml:space="preserve">resolve any issues regarding </w:t>
            </w:r>
            <w:r w:rsidR="005510F0">
              <w:rPr>
                <w:rFonts w:ascii="Tahoma" w:hAnsi="Tahoma" w:cs="Tahoma"/>
                <w:sz w:val="16"/>
                <w:szCs w:val="16"/>
              </w:rPr>
              <w:t>the use of IT in the production and issue of draws, seminars and workshops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57E85" w:rsidRDefault="005510F0" w:rsidP="00DA614C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proactively monitor the use of systems (with the IT &amp; Telecommunications Coordinator) to prevent problems occurring where possible</w:t>
            </w:r>
          </w:p>
          <w:p w:rsidR="005510F0" w:rsidRDefault="005510F0" w:rsidP="00DA614C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recognize when it is necessary to call upon expert help and relay this to the ITT Coordinator </w:t>
            </w:r>
          </w:p>
          <w:p w:rsidR="00274103" w:rsidRPr="00362308" w:rsidRDefault="00274103" w:rsidP="00274103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7E78CD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6811" w:rsidRDefault="009C1A74" w:rsidP="00F05604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IT knowledge &amp; experience (ie: systems, data capture and reporting, telephony)</w:t>
            </w:r>
          </w:p>
          <w:p w:rsidR="00B60FBD" w:rsidRPr="00A418A3" w:rsidRDefault="00B60FBD" w:rsidP="00F05604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Problem solving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604" w:rsidRDefault="009C1A74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Experience with resolving issues with office equipment, printers, copiers, telephony </w:t>
            </w:r>
          </w:p>
          <w:p w:rsidR="00F05604" w:rsidRDefault="00377721" w:rsidP="00F05604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Customer service focus</w:t>
            </w:r>
          </w:p>
          <w:p w:rsidR="00370304" w:rsidRDefault="00370304" w:rsidP="007B4110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2F2C1E" w:rsidRPr="00A418A3" w:rsidRDefault="002F2C1E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930188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321FDC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ITT </w:t>
            </w:r>
            <w:r w:rsidR="00E24DE7">
              <w:rPr>
                <w:rFonts w:ascii="Tahoma" w:hAnsi="Tahoma" w:cs="Tahoma"/>
                <w:szCs w:val="16"/>
              </w:rPr>
              <w:t>Associate</w:t>
            </w:r>
            <w:r w:rsidR="00BF49B1">
              <w:rPr>
                <w:rFonts w:ascii="Tahoma" w:hAnsi="Tahoma" w:cs="Tahoma"/>
                <w:szCs w:val="16"/>
              </w:rPr>
              <w:t>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E7" w:rsidRDefault="005747E7">
      <w:r>
        <w:separator/>
      </w:r>
    </w:p>
  </w:endnote>
  <w:endnote w:type="continuationSeparator" w:id="0">
    <w:p w:rsidR="005747E7" w:rsidRDefault="0057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AC" w:rsidRDefault="006F06AC">
    <w:pPr>
      <w:pStyle w:val="Footer"/>
    </w:pPr>
    <w:r>
      <w:t>MBIE-MAKO-3633630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E7" w:rsidRDefault="005747E7">
      <w:r>
        <w:separator/>
      </w:r>
    </w:p>
  </w:footnote>
  <w:footnote w:type="continuationSeparator" w:id="0">
    <w:p w:rsidR="005747E7" w:rsidRDefault="00574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01C84"/>
    <w:rsid w:val="00005AB1"/>
    <w:rsid w:val="000138CD"/>
    <w:rsid w:val="00044FD8"/>
    <w:rsid w:val="00055E77"/>
    <w:rsid w:val="000953B1"/>
    <w:rsid w:val="000A1DC5"/>
    <w:rsid w:val="000A75E0"/>
    <w:rsid w:val="000F0CEC"/>
    <w:rsid w:val="00111CE7"/>
    <w:rsid w:val="00141852"/>
    <w:rsid w:val="001945EE"/>
    <w:rsid w:val="001A1D07"/>
    <w:rsid w:val="001B60E6"/>
    <w:rsid w:val="001B7D49"/>
    <w:rsid w:val="001D4CC3"/>
    <w:rsid w:val="001D5A66"/>
    <w:rsid w:val="001F2097"/>
    <w:rsid w:val="001F767A"/>
    <w:rsid w:val="00202E8E"/>
    <w:rsid w:val="002103BF"/>
    <w:rsid w:val="00242053"/>
    <w:rsid w:val="002439CD"/>
    <w:rsid w:val="00250CAA"/>
    <w:rsid w:val="00264CA8"/>
    <w:rsid w:val="00272343"/>
    <w:rsid w:val="00274103"/>
    <w:rsid w:val="002770C7"/>
    <w:rsid w:val="0029549A"/>
    <w:rsid w:val="002A3FA1"/>
    <w:rsid w:val="002E6A6C"/>
    <w:rsid w:val="002F2C1E"/>
    <w:rsid w:val="00316811"/>
    <w:rsid w:val="00321FDC"/>
    <w:rsid w:val="00325259"/>
    <w:rsid w:val="00325263"/>
    <w:rsid w:val="003422B5"/>
    <w:rsid w:val="0034700C"/>
    <w:rsid w:val="00370304"/>
    <w:rsid w:val="00377721"/>
    <w:rsid w:val="00384C4D"/>
    <w:rsid w:val="003B5CCE"/>
    <w:rsid w:val="003F4681"/>
    <w:rsid w:val="0040433A"/>
    <w:rsid w:val="00427385"/>
    <w:rsid w:val="00437716"/>
    <w:rsid w:val="0045225F"/>
    <w:rsid w:val="00460E58"/>
    <w:rsid w:val="00475EFE"/>
    <w:rsid w:val="00483749"/>
    <w:rsid w:val="00483E0B"/>
    <w:rsid w:val="00505DA6"/>
    <w:rsid w:val="00527665"/>
    <w:rsid w:val="00533A68"/>
    <w:rsid w:val="005510F0"/>
    <w:rsid w:val="00555CE0"/>
    <w:rsid w:val="00571B4A"/>
    <w:rsid w:val="005747E7"/>
    <w:rsid w:val="00592FC5"/>
    <w:rsid w:val="005A23CE"/>
    <w:rsid w:val="005A3F23"/>
    <w:rsid w:val="005B070C"/>
    <w:rsid w:val="005B53F5"/>
    <w:rsid w:val="005D3DF3"/>
    <w:rsid w:val="00602A44"/>
    <w:rsid w:val="00603FCF"/>
    <w:rsid w:val="0061472E"/>
    <w:rsid w:val="00633F61"/>
    <w:rsid w:val="006576A1"/>
    <w:rsid w:val="006616C3"/>
    <w:rsid w:val="006C5C74"/>
    <w:rsid w:val="006D3E19"/>
    <w:rsid w:val="006E0388"/>
    <w:rsid w:val="006E6EE3"/>
    <w:rsid w:val="006E76F5"/>
    <w:rsid w:val="006F06AC"/>
    <w:rsid w:val="007132F3"/>
    <w:rsid w:val="00713FD2"/>
    <w:rsid w:val="00724B1B"/>
    <w:rsid w:val="00743537"/>
    <w:rsid w:val="00780442"/>
    <w:rsid w:val="007A0242"/>
    <w:rsid w:val="007B4110"/>
    <w:rsid w:val="007B5956"/>
    <w:rsid w:val="007C75AA"/>
    <w:rsid w:val="007D6BE6"/>
    <w:rsid w:val="007E78CD"/>
    <w:rsid w:val="007F2467"/>
    <w:rsid w:val="008006BA"/>
    <w:rsid w:val="008118AC"/>
    <w:rsid w:val="00825DC7"/>
    <w:rsid w:val="00862F88"/>
    <w:rsid w:val="00874D67"/>
    <w:rsid w:val="008A546D"/>
    <w:rsid w:val="008B593D"/>
    <w:rsid w:val="008B6F75"/>
    <w:rsid w:val="008C12CD"/>
    <w:rsid w:val="008E430B"/>
    <w:rsid w:val="008E5127"/>
    <w:rsid w:val="008F3CBD"/>
    <w:rsid w:val="00912EE5"/>
    <w:rsid w:val="00921D21"/>
    <w:rsid w:val="00922B48"/>
    <w:rsid w:val="00930188"/>
    <w:rsid w:val="00950977"/>
    <w:rsid w:val="00950C16"/>
    <w:rsid w:val="00977F7B"/>
    <w:rsid w:val="00985908"/>
    <w:rsid w:val="009C1A74"/>
    <w:rsid w:val="00A14230"/>
    <w:rsid w:val="00A24C54"/>
    <w:rsid w:val="00A36D5F"/>
    <w:rsid w:val="00A4100C"/>
    <w:rsid w:val="00A44087"/>
    <w:rsid w:val="00A51A7F"/>
    <w:rsid w:val="00A5473F"/>
    <w:rsid w:val="00A67D11"/>
    <w:rsid w:val="00A83B97"/>
    <w:rsid w:val="00A94370"/>
    <w:rsid w:val="00AA7D76"/>
    <w:rsid w:val="00B24708"/>
    <w:rsid w:val="00B2797E"/>
    <w:rsid w:val="00B446D8"/>
    <w:rsid w:val="00B57E85"/>
    <w:rsid w:val="00B60FBD"/>
    <w:rsid w:val="00B6562F"/>
    <w:rsid w:val="00B85276"/>
    <w:rsid w:val="00B9150F"/>
    <w:rsid w:val="00B9296F"/>
    <w:rsid w:val="00BB7179"/>
    <w:rsid w:val="00BE4126"/>
    <w:rsid w:val="00BE62B5"/>
    <w:rsid w:val="00BF49B1"/>
    <w:rsid w:val="00C04D6E"/>
    <w:rsid w:val="00C31C2B"/>
    <w:rsid w:val="00C60D58"/>
    <w:rsid w:val="00C6259F"/>
    <w:rsid w:val="00C6590D"/>
    <w:rsid w:val="00C709A3"/>
    <w:rsid w:val="00C726F8"/>
    <w:rsid w:val="00C73011"/>
    <w:rsid w:val="00C82DF9"/>
    <w:rsid w:val="00C96A15"/>
    <w:rsid w:val="00CA309A"/>
    <w:rsid w:val="00CC6CEE"/>
    <w:rsid w:val="00CD4C09"/>
    <w:rsid w:val="00CE4C2F"/>
    <w:rsid w:val="00CF08AA"/>
    <w:rsid w:val="00CF38C3"/>
    <w:rsid w:val="00D03BF5"/>
    <w:rsid w:val="00D6211B"/>
    <w:rsid w:val="00D76047"/>
    <w:rsid w:val="00D77A83"/>
    <w:rsid w:val="00D83FFB"/>
    <w:rsid w:val="00D86312"/>
    <w:rsid w:val="00D96822"/>
    <w:rsid w:val="00DA4B0A"/>
    <w:rsid w:val="00DA4D2C"/>
    <w:rsid w:val="00DA614C"/>
    <w:rsid w:val="00DC71D2"/>
    <w:rsid w:val="00DE43EC"/>
    <w:rsid w:val="00E017F4"/>
    <w:rsid w:val="00E10BB1"/>
    <w:rsid w:val="00E24DE7"/>
    <w:rsid w:val="00E274CA"/>
    <w:rsid w:val="00E54699"/>
    <w:rsid w:val="00E9328D"/>
    <w:rsid w:val="00E96536"/>
    <w:rsid w:val="00EB6DD2"/>
    <w:rsid w:val="00EE24FB"/>
    <w:rsid w:val="00EE3453"/>
    <w:rsid w:val="00EE6C25"/>
    <w:rsid w:val="00EF17B6"/>
    <w:rsid w:val="00EF31A1"/>
    <w:rsid w:val="00EF5AED"/>
    <w:rsid w:val="00EF7A3F"/>
    <w:rsid w:val="00F000D4"/>
    <w:rsid w:val="00F05604"/>
    <w:rsid w:val="00F264B9"/>
    <w:rsid w:val="00F34B2D"/>
    <w:rsid w:val="00F60D9A"/>
    <w:rsid w:val="00F72BB0"/>
    <w:rsid w:val="00F93403"/>
    <w:rsid w:val="00FA54F4"/>
    <w:rsid w:val="00FA722D"/>
    <w:rsid w:val="00FC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1</Pages>
  <Words>218</Words>
  <Characters>1390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3633630</Manager>
  <Company>Your Company Name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2010-04-04T00:52:00Z</cp:lastPrinted>
  <dcterms:created xsi:type="dcterms:W3CDTF">2013-01-10T23:12:00Z</dcterms:created>
  <dcterms:modified xsi:type="dcterms:W3CDTF">2013-01-10T23:12:00Z</dcterms:modified>
  <cp:category>3633630</cp:category>
</cp:coreProperties>
</file>