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D76" w:rsidRDefault="00AA7D76" w:rsidP="00AA7D76">
      <w:pPr>
        <w:rPr>
          <w:rFonts w:ascii="Tahoma" w:hAnsi="Tahoma" w:cs="Tahoma"/>
          <w:sz w:val="16"/>
          <w:szCs w:val="16"/>
        </w:rPr>
      </w:pPr>
      <w:bookmarkStart w:id="0" w:name="_GoBack"/>
      <w:bookmarkEnd w:id="0"/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1.95pt;margin-top:-34.85pt;width:440.05pt;height:38.3pt;z-index:251657728" filled="f" stroked="f">
            <v:textbox style="mso-next-textbox:#_x0000_s1027">
              <w:txbxContent>
                <w:p w:rsidR="008A546D" w:rsidRPr="00D72E4A" w:rsidRDefault="008A546D" w:rsidP="00AA7D76">
                  <w:pPr>
                    <w:rPr>
                      <w:rFonts w:ascii="Tahoma" w:hAnsi="Tahoma" w:cs="Tahoma"/>
                      <w:color w:val="FF0000"/>
                      <w:sz w:val="22"/>
                      <w:szCs w:val="22"/>
                    </w:rPr>
                  </w:pP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DIVISION:</w:t>
                  </w:r>
                  <w:r w:rsidRPr="008C12CD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Operations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  <w:t xml:space="preserve">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</w: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DEPARTMENT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:</w:t>
                  </w:r>
                  <w:r w:rsidRPr="008C12CD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</v:shape>
        </w:pict>
      </w: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CCFFCC" w:fill="FFFF9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8A546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>TITLE OF POSITION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325259">
              <w:rPr>
                <w:rStyle w:val="SPARCGraphTitle"/>
                <w:rFonts w:ascii="Tahoma" w:hAnsi="Tahoma" w:cs="Tahoma"/>
                <w:szCs w:val="16"/>
              </w:rPr>
              <w:t>Airport</w:t>
            </w:r>
            <w:r w:rsidR="00985908">
              <w:rPr>
                <w:rStyle w:val="SPARCGraphTitle"/>
                <w:rFonts w:ascii="Tahoma" w:hAnsi="Tahoma" w:cs="Tahoma"/>
                <w:szCs w:val="16"/>
              </w:rPr>
              <w:t xml:space="preserve"> </w:t>
            </w:r>
            <w:r w:rsidR="00E54699">
              <w:rPr>
                <w:rStyle w:val="SPARCGraphTitle"/>
                <w:rFonts w:ascii="Tahoma" w:hAnsi="Tahoma" w:cs="Tahoma"/>
                <w:szCs w:val="16"/>
              </w:rPr>
              <w:t xml:space="preserve">Helpdesk </w:t>
            </w:r>
            <w:r w:rsidR="00EF5AED">
              <w:rPr>
                <w:rStyle w:val="SPARCGraphTitle"/>
                <w:rFonts w:ascii="Tahoma" w:hAnsi="Tahoma" w:cs="Tahoma"/>
                <w:szCs w:val="16"/>
              </w:rPr>
              <w:t>Supervisor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89178E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BUSINESS UNIT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  <w:t>Local Organising Committee (LOC)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8A546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 xml:space="preserve">REPORTS TO 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89178E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DATE CREATED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</w:p>
        </w:tc>
      </w:tr>
    </w:tbl>
    <w:p w:rsidR="008C12CD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0"/>
        <w:gridCol w:w="466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PURPOSE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5259" w:rsidRPr="00A83B97" w:rsidRDefault="00EF5AED" w:rsidP="008A546D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</w:t>
            </w:r>
            <w:r w:rsidR="00E54699">
              <w:rPr>
                <w:rFonts w:ascii="Tahoma" w:hAnsi="Tahoma" w:cs="Tahoma"/>
                <w:sz w:val="16"/>
                <w:szCs w:val="16"/>
              </w:rPr>
              <w:t>be the point of contact at the Airport so that teams or officials or spectators can relay any questions or queries they may have</w:t>
            </w:r>
            <w:r w:rsidR="00325259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KEY RESPONSIBILITIES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7721" w:rsidRDefault="00377721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be clearly visible and accessible as the main point of contact regarding competition enquiries</w:t>
            </w:r>
          </w:p>
          <w:p w:rsidR="00377721" w:rsidRDefault="00377721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have ready access to relevant questions that may be asked (regarding venues, accommodation, competition times, functions, etc)</w:t>
            </w:r>
          </w:p>
          <w:p w:rsidR="00141852" w:rsidRDefault="001D5A66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work </w:t>
            </w:r>
            <w:r w:rsidR="00377721">
              <w:rPr>
                <w:rFonts w:ascii="Tahoma" w:hAnsi="Tahoma" w:cs="Tahoma"/>
                <w:sz w:val="16"/>
                <w:szCs w:val="16"/>
              </w:rPr>
              <w:t xml:space="preserve">closely </w:t>
            </w:r>
            <w:r>
              <w:rPr>
                <w:rFonts w:ascii="Tahoma" w:hAnsi="Tahoma" w:cs="Tahoma"/>
                <w:sz w:val="16"/>
                <w:szCs w:val="16"/>
              </w:rPr>
              <w:t>with</w:t>
            </w:r>
            <w:r w:rsidR="00922B48">
              <w:rPr>
                <w:rFonts w:ascii="Tahoma" w:hAnsi="Tahoma" w:cs="Tahoma"/>
                <w:sz w:val="16"/>
                <w:szCs w:val="16"/>
              </w:rPr>
              <w:t xml:space="preserve"> the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41852">
              <w:rPr>
                <w:rFonts w:ascii="Tahoma" w:hAnsi="Tahoma" w:cs="Tahoma"/>
                <w:sz w:val="16"/>
                <w:szCs w:val="16"/>
              </w:rPr>
              <w:t>Transport Coordinator</w:t>
            </w:r>
            <w:r>
              <w:rPr>
                <w:rFonts w:ascii="Tahoma" w:hAnsi="Tahoma" w:cs="Tahoma"/>
                <w:sz w:val="16"/>
                <w:szCs w:val="16"/>
              </w:rPr>
              <w:t xml:space="preserve"> to </w:t>
            </w:r>
            <w:r w:rsidR="00141852">
              <w:rPr>
                <w:rFonts w:ascii="Tahoma" w:hAnsi="Tahoma" w:cs="Tahoma"/>
                <w:sz w:val="16"/>
                <w:szCs w:val="16"/>
              </w:rPr>
              <w:t xml:space="preserve">understand the </w:t>
            </w:r>
            <w:r w:rsidR="00A83B97">
              <w:rPr>
                <w:rFonts w:ascii="Tahoma" w:hAnsi="Tahoma" w:cs="Tahoma"/>
                <w:sz w:val="16"/>
                <w:szCs w:val="16"/>
              </w:rPr>
              <w:t xml:space="preserve">arrival </w:t>
            </w:r>
            <w:r w:rsidR="00377721">
              <w:rPr>
                <w:rFonts w:ascii="Tahoma" w:hAnsi="Tahoma" w:cs="Tahoma"/>
                <w:sz w:val="16"/>
                <w:szCs w:val="16"/>
              </w:rPr>
              <w:t xml:space="preserve">&amp; departure </w:t>
            </w:r>
            <w:r w:rsidR="00922B48">
              <w:rPr>
                <w:rFonts w:ascii="Tahoma" w:hAnsi="Tahoma" w:cs="Tahoma"/>
                <w:sz w:val="16"/>
                <w:szCs w:val="16"/>
              </w:rPr>
              <w:t xml:space="preserve">schedule </w:t>
            </w:r>
            <w:r w:rsidR="00A83B97">
              <w:rPr>
                <w:rFonts w:ascii="Tahoma" w:hAnsi="Tahoma" w:cs="Tahoma"/>
                <w:sz w:val="16"/>
                <w:szCs w:val="16"/>
              </w:rPr>
              <w:t>of teams to the airport</w:t>
            </w:r>
          </w:p>
          <w:p w:rsidR="00377721" w:rsidRDefault="00C96A15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</w:t>
            </w:r>
            <w:r w:rsidR="00377721">
              <w:rPr>
                <w:rFonts w:ascii="Tahoma" w:hAnsi="Tahoma" w:cs="Tahoma"/>
                <w:sz w:val="16"/>
                <w:szCs w:val="16"/>
              </w:rPr>
              <w:t>be proactive in response to queries if not able to answer them immediately (i</w:t>
            </w:r>
            <w:r w:rsidR="001D5B5F">
              <w:rPr>
                <w:rFonts w:ascii="Tahoma" w:hAnsi="Tahoma" w:cs="Tahoma"/>
                <w:sz w:val="16"/>
                <w:szCs w:val="16"/>
              </w:rPr>
              <w:t>.</w:t>
            </w:r>
            <w:r w:rsidR="00377721">
              <w:rPr>
                <w:rFonts w:ascii="Tahoma" w:hAnsi="Tahoma" w:cs="Tahoma"/>
                <w:sz w:val="16"/>
                <w:szCs w:val="16"/>
              </w:rPr>
              <w:t>e</w:t>
            </w:r>
            <w:r w:rsidR="001D5B5F">
              <w:rPr>
                <w:rFonts w:ascii="Tahoma" w:hAnsi="Tahoma" w:cs="Tahoma"/>
                <w:sz w:val="16"/>
                <w:szCs w:val="16"/>
              </w:rPr>
              <w:t>.</w:t>
            </w:r>
            <w:r w:rsidR="00377721">
              <w:rPr>
                <w:rFonts w:ascii="Tahoma" w:hAnsi="Tahoma" w:cs="Tahoma"/>
                <w:sz w:val="16"/>
                <w:szCs w:val="16"/>
              </w:rPr>
              <w:t>: have a form of referral system set up)</w:t>
            </w:r>
          </w:p>
          <w:p w:rsidR="00BE62B5" w:rsidRDefault="00377721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build an understanding of the roles of other coordinators and supervisors to ensure all queries are resolved</w:t>
            </w:r>
            <w:r w:rsidR="003F468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B57E85" w:rsidRPr="00362308" w:rsidRDefault="00B57E85" w:rsidP="00912EE5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CORE CAPABILITIES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89178E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 xml:space="preserve">The core capabilities, linked to our company values, are applicable for each role at LOC. All LOC staff are to display the following </w:t>
            </w:r>
            <w:r w:rsidR="008A546D">
              <w:rPr>
                <w:rFonts w:ascii="Tahoma" w:hAnsi="Tahoma" w:cs="Tahoma"/>
                <w:szCs w:val="16"/>
              </w:rPr>
              <w:t>values</w:t>
            </w:r>
            <w:r w:rsidRPr="00A418A3">
              <w:rPr>
                <w:rFonts w:ascii="Tahoma" w:hAnsi="Tahoma" w:cs="Tahoma"/>
                <w:szCs w:val="16"/>
              </w:rPr>
              <w:t xml:space="preserve"> :</w:t>
            </w:r>
            <w:r w:rsidR="008A546D">
              <w:rPr>
                <w:rFonts w:ascii="Tahoma" w:hAnsi="Tahoma" w:cs="Tahoma"/>
                <w:szCs w:val="16"/>
              </w:rPr>
              <w:t xml:space="preserve"> </w:t>
            </w:r>
            <w:r w:rsidRPr="00A418A3">
              <w:rPr>
                <w:rFonts w:ascii="Tahoma" w:hAnsi="Tahoma" w:cs="Tahoma"/>
                <w:szCs w:val="16"/>
              </w:rPr>
              <w:t>Credible, Competitive, Ambitious, Passionate, Committed, Inclusive and Community Orientated</w:t>
            </w:r>
          </w:p>
        </w:tc>
      </w:tr>
      <w:tr w:rsidR="00930188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188" w:rsidRPr="00A418A3" w:rsidRDefault="00930188" w:rsidP="00CE4C2F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CORE SKILLS</w:t>
            </w:r>
          </w:p>
        </w:tc>
        <w:tc>
          <w:tcPr>
            <w:tcW w:w="4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188" w:rsidRPr="00A418A3" w:rsidRDefault="00930188" w:rsidP="00CE4C2F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930188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400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188" w:rsidRDefault="005D3DF3" w:rsidP="008F3CBD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Communication</w:t>
            </w:r>
            <w:r w:rsidR="00377721">
              <w:rPr>
                <w:rFonts w:ascii="Tahoma" w:hAnsi="Tahoma" w:cs="Tahoma"/>
                <w:szCs w:val="16"/>
              </w:rPr>
              <w:t xml:space="preserve"> (ability to speak other languages would be helpful)</w:t>
            </w:r>
          </w:p>
          <w:p w:rsidR="00316811" w:rsidRPr="00A418A3" w:rsidRDefault="00F93403" w:rsidP="008F3CBD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Initiative</w:t>
            </w:r>
          </w:p>
        </w:tc>
        <w:tc>
          <w:tcPr>
            <w:tcW w:w="4665" w:type="dxa"/>
            <w:tcBorders>
              <w:top w:val="single" w:sz="4" w:space="0" w:color="000000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E19" w:rsidRDefault="00377721" w:rsidP="008F3CBD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Customer service focus</w:t>
            </w:r>
          </w:p>
          <w:p w:rsidR="00930188" w:rsidRDefault="00377721" w:rsidP="008F3CBD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Problem solving ability</w:t>
            </w:r>
          </w:p>
          <w:p w:rsidR="00370304" w:rsidRDefault="00370304" w:rsidP="007B4110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2F2C1E" w:rsidRPr="00A418A3" w:rsidRDefault="002F2C1E" w:rsidP="00316811">
            <w:pPr>
              <w:pStyle w:val="SPARCGraphBodyText"/>
              <w:ind w:left="180"/>
              <w:rPr>
                <w:rFonts w:ascii="Tahoma" w:hAnsi="Tahoma" w:cs="Tahoma"/>
                <w:szCs w:val="16"/>
              </w:rPr>
            </w:pPr>
          </w:p>
        </w:tc>
      </w:tr>
    </w:tbl>
    <w:p w:rsidR="008C12CD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Delegations of Authority</w:t>
            </w:r>
            <w:r w:rsidR="00930188">
              <w:rPr>
                <w:rStyle w:val="SPARCGraphTitle"/>
                <w:rFonts w:ascii="Tahoma" w:hAnsi="Tahoma" w:cs="Tahoma"/>
                <w:szCs w:val="16"/>
              </w:rPr>
              <w:t xml:space="preserve"> (if applicable)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Expenditure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930188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Authorisation to hire/sign contracts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8C12CD" w:rsidRPr="00EF17B6" w:rsidRDefault="008C12CD" w:rsidP="008C12C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Contract Details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Term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8C12CD" w:rsidRPr="00EF17B6" w:rsidRDefault="008C12CD" w:rsidP="008C12C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6D33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5B070C">
            <w:pPr>
              <w:pStyle w:val="SPARCGraphBodyText"/>
              <w:rPr>
                <w:rFonts w:ascii="Tahoma" w:hAnsi="Tahoma" w:cs="Tahoma"/>
                <w:b/>
              </w:rPr>
            </w:pPr>
            <w:r w:rsidRPr="006D33DA">
              <w:rPr>
                <w:rStyle w:val="SPARCGraphTitle"/>
                <w:rFonts w:ascii="Tahoma" w:hAnsi="Tahoma" w:cs="Tahoma"/>
              </w:rPr>
              <w:t>Responsible For: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F752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8A546D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8C12CD" w:rsidRPr="00A418A3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_____________________________________________</w:t>
            </w:r>
          </w:p>
          <w:p w:rsidR="008C12CD" w:rsidRDefault="00A83B97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 xml:space="preserve">Airport </w:t>
            </w:r>
            <w:r w:rsidR="00475EFE">
              <w:rPr>
                <w:rFonts w:ascii="Tahoma" w:hAnsi="Tahoma" w:cs="Tahoma"/>
                <w:szCs w:val="16"/>
              </w:rPr>
              <w:t xml:space="preserve">Helpdesk </w:t>
            </w:r>
            <w:r w:rsidR="00BF49B1">
              <w:rPr>
                <w:rFonts w:ascii="Tahoma" w:hAnsi="Tahoma" w:cs="Tahoma"/>
                <w:szCs w:val="16"/>
              </w:rPr>
              <w:t>Supervisor’s</w:t>
            </w:r>
            <w:r w:rsidR="008C12CD"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  <w:p w:rsidR="008A546D" w:rsidRPr="00A418A3" w:rsidRDefault="008A546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</w:t>
            </w:r>
            <w:r>
              <w:rPr>
                <w:rFonts w:ascii="Tahoma" w:hAnsi="Tahoma" w:cs="Tahoma"/>
                <w:szCs w:val="16"/>
              </w:rPr>
              <w:t>_</w:t>
            </w:r>
            <w:r w:rsidRPr="00A418A3">
              <w:rPr>
                <w:rFonts w:ascii="Tahoma" w:hAnsi="Tahoma" w:cs="Tahoma"/>
                <w:szCs w:val="16"/>
              </w:rPr>
              <w:t>____________________________________________</w:t>
            </w: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LOC CEO’s</w:t>
            </w:r>
            <w:r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</w:tc>
      </w:tr>
    </w:tbl>
    <w:p w:rsidR="008C12CD" w:rsidRPr="00AA7D76" w:rsidRDefault="008C12CD" w:rsidP="00AA7D76"/>
    <w:sectPr w:rsidR="008C12CD" w:rsidRPr="00AA7D76" w:rsidSect="008C12CD">
      <w:footerReference w:type="default" r:id="rId7"/>
      <w:pgSz w:w="12240" w:h="15840"/>
      <w:pgMar w:top="851" w:right="851" w:bottom="3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654" w:rsidRDefault="00FE0654">
      <w:r>
        <w:separator/>
      </w:r>
    </w:p>
  </w:endnote>
  <w:endnote w:type="continuationSeparator" w:id="0">
    <w:p w:rsidR="00FE0654" w:rsidRDefault="00FE0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PARCSans-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SPARCSans-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013" w:rsidRDefault="00105013">
    <w:pPr>
      <w:pStyle w:val="Footer"/>
    </w:pPr>
    <w:r>
      <w:t>MBIE-MAKO-3628908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654" w:rsidRDefault="00FE0654">
      <w:r>
        <w:separator/>
      </w:r>
    </w:p>
  </w:footnote>
  <w:footnote w:type="continuationSeparator" w:id="0">
    <w:p w:rsidR="00FE0654" w:rsidRDefault="00FE0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06C28"/>
    <w:multiLevelType w:val="hybridMultilevel"/>
    <w:tmpl w:val="DE2A7648"/>
    <w:lvl w:ilvl="0" w:tplc="03F422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C203DD4">
      <w:start w:val="1"/>
      <w:numFmt w:val="bullet"/>
      <w:lvlText w:val=""/>
      <w:lvlJc w:val="left"/>
      <w:pPr>
        <w:tabs>
          <w:tab w:val="num" w:pos="1800"/>
        </w:tabs>
        <w:ind w:left="1928" w:hanging="488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D607452"/>
    <w:multiLevelType w:val="hybridMultilevel"/>
    <w:tmpl w:val="37148AA0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CB65CA9"/>
    <w:multiLevelType w:val="hybridMultilevel"/>
    <w:tmpl w:val="13ACF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30A55"/>
    <w:multiLevelType w:val="hybridMultilevel"/>
    <w:tmpl w:val="0C5C7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0074D0"/>
    <w:multiLevelType w:val="hybridMultilevel"/>
    <w:tmpl w:val="5F92BA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1350B"/>
    <w:multiLevelType w:val="hybridMultilevel"/>
    <w:tmpl w:val="53207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70C"/>
    <w:rsid w:val="00001C84"/>
    <w:rsid w:val="00005AB1"/>
    <w:rsid w:val="000138CD"/>
    <w:rsid w:val="00044FD8"/>
    <w:rsid w:val="00055E77"/>
    <w:rsid w:val="000953B1"/>
    <w:rsid w:val="000A1DC5"/>
    <w:rsid w:val="000A75E0"/>
    <w:rsid w:val="000F0CEC"/>
    <w:rsid w:val="00105013"/>
    <w:rsid w:val="00111CE7"/>
    <w:rsid w:val="00141852"/>
    <w:rsid w:val="00154EB8"/>
    <w:rsid w:val="001A1D07"/>
    <w:rsid w:val="001B7D49"/>
    <w:rsid w:val="001D4CC3"/>
    <w:rsid w:val="001D5A66"/>
    <w:rsid w:val="001D5B5F"/>
    <w:rsid w:val="001F2097"/>
    <w:rsid w:val="00202E8E"/>
    <w:rsid w:val="002103BF"/>
    <w:rsid w:val="00242053"/>
    <w:rsid w:val="002439CD"/>
    <w:rsid w:val="00250CAA"/>
    <w:rsid w:val="00264CA8"/>
    <w:rsid w:val="00272343"/>
    <w:rsid w:val="002770C7"/>
    <w:rsid w:val="002F2C1E"/>
    <w:rsid w:val="00316811"/>
    <w:rsid w:val="00325259"/>
    <w:rsid w:val="00325263"/>
    <w:rsid w:val="003422B5"/>
    <w:rsid w:val="0034700C"/>
    <w:rsid w:val="00370304"/>
    <w:rsid w:val="00377721"/>
    <w:rsid w:val="00384C4D"/>
    <w:rsid w:val="003B5CCE"/>
    <w:rsid w:val="003F4681"/>
    <w:rsid w:val="00427385"/>
    <w:rsid w:val="00437716"/>
    <w:rsid w:val="0045225F"/>
    <w:rsid w:val="00460E58"/>
    <w:rsid w:val="00475EFE"/>
    <w:rsid w:val="00483749"/>
    <w:rsid w:val="00483E0B"/>
    <w:rsid w:val="00505DA6"/>
    <w:rsid w:val="00527665"/>
    <w:rsid w:val="00533A68"/>
    <w:rsid w:val="00555CE0"/>
    <w:rsid w:val="00571B4A"/>
    <w:rsid w:val="00592FC5"/>
    <w:rsid w:val="005A23CE"/>
    <w:rsid w:val="005A3F23"/>
    <w:rsid w:val="005B070C"/>
    <w:rsid w:val="005B53F5"/>
    <w:rsid w:val="005D3DF3"/>
    <w:rsid w:val="00603FCF"/>
    <w:rsid w:val="0061472E"/>
    <w:rsid w:val="00633F61"/>
    <w:rsid w:val="006616C3"/>
    <w:rsid w:val="006C5C74"/>
    <w:rsid w:val="006D3E19"/>
    <w:rsid w:val="006E6EE3"/>
    <w:rsid w:val="006E76F5"/>
    <w:rsid w:val="007132F3"/>
    <w:rsid w:val="00713FD2"/>
    <w:rsid w:val="00724B1B"/>
    <w:rsid w:val="00743537"/>
    <w:rsid w:val="00780442"/>
    <w:rsid w:val="00783866"/>
    <w:rsid w:val="007A0242"/>
    <w:rsid w:val="007B4110"/>
    <w:rsid w:val="007B5956"/>
    <w:rsid w:val="007C75AA"/>
    <w:rsid w:val="007D6BE6"/>
    <w:rsid w:val="007F2467"/>
    <w:rsid w:val="008006BA"/>
    <w:rsid w:val="00825DC7"/>
    <w:rsid w:val="00862F88"/>
    <w:rsid w:val="00874D67"/>
    <w:rsid w:val="0089178E"/>
    <w:rsid w:val="008A546D"/>
    <w:rsid w:val="008B6F75"/>
    <w:rsid w:val="008C12CD"/>
    <w:rsid w:val="008E5127"/>
    <w:rsid w:val="008F3CBD"/>
    <w:rsid w:val="008F7320"/>
    <w:rsid w:val="00912EE5"/>
    <w:rsid w:val="00921D21"/>
    <w:rsid w:val="00922B48"/>
    <w:rsid w:val="00930188"/>
    <w:rsid w:val="00950977"/>
    <w:rsid w:val="00950C16"/>
    <w:rsid w:val="00977F7B"/>
    <w:rsid w:val="00985908"/>
    <w:rsid w:val="00A14230"/>
    <w:rsid w:val="00A24C54"/>
    <w:rsid w:val="00A36D5F"/>
    <w:rsid w:val="00A4100C"/>
    <w:rsid w:val="00A44087"/>
    <w:rsid w:val="00A51A7F"/>
    <w:rsid w:val="00A5473F"/>
    <w:rsid w:val="00A67D11"/>
    <w:rsid w:val="00A83B97"/>
    <w:rsid w:val="00A94370"/>
    <w:rsid w:val="00AA7D76"/>
    <w:rsid w:val="00B24708"/>
    <w:rsid w:val="00B2797E"/>
    <w:rsid w:val="00B446D8"/>
    <w:rsid w:val="00B57E85"/>
    <w:rsid w:val="00B85276"/>
    <w:rsid w:val="00B9296F"/>
    <w:rsid w:val="00BB7179"/>
    <w:rsid w:val="00BE4126"/>
    <w:rsid w:val="00BE62B5"/>
    <w:rsid w:val="00BF49B1"/>
    <w:rsid w:val="00C04D6E"/>
    <w:rsid w:val="00C31C2B"/>
    <w:rsid w:val="00C60D58"/>
    <w:rsid w:val="00C6259F"/>
    <w:rsid w:val="00C6590D"/>
    <w:rsid w:val="00C709A3"/>
    <w:rsid w:val="00C726F8"/>
    <w:rsid w:val="00C73011"/>
    <w:rsid w:val="00C82DF9"/>
    <w:rsid w:val="00C96A15"/>
    <w:rsid w:val="00CA309A"/>
    <w:rsid w:val="00CC6CEE"/>
    <w:rsid w:val="00CD4C09"/>
    <w:rsid w:val="00CE4C2F"/>
    <w:rsid w:val="00CF08AA"/>
    <w:rsid w:val="00CF38C3"/>
    <w:rsid w:val="00D03BF5"/>
    <w:rsid w:val="00D06362"/>
    <w:rsid w:val="00D6211B"/>
    <w:rsid w:val="00D72E4A"/>
    <w:rsid w:val="00D76047"/>
    <w:rsid w:val="00D77A83"/>
    <w:rsid w:val="00D83FFB"/>
    <w:rsid w:val="00D86312"/>
    <w:rsid w:val="00D96822"/>
    <w:rsid w:val="00DA4B0A"/>
    <w:rsid w:val="00DA4D2C"/>
    <w:rsid w:val="00DC71D2"/>
    <w:rsid w:val="00DE43EC"/>
    <w:rsid w:val="00E017F4"/>
    <w:rsid w:val="00E10BB1"/>
    <w:rsid w:val="00E274CA"/>
    <w:rsid w:val="00E54699"/>
    <w:rsid w:val="00E9328D"/>
    <w:rsid w:val="00EB6DD2"/>
    <w:rsid w:val="00EE24FB"/>
    <w:rsid w:val="00EE3453"/>
    <w:rsid w:val="00EE6C25"/>
    <w:rsid w:val="00EF17B6"/>
    <w:rsid w:val="00EF5AED"/>
    <w:rsid w:val="00EF7A3F"/>
    <w:rsid w:val="00F000D4"/>
    <w:rsid w:val="00F264B9"/>
    <w:rsid w:val="00F34B2D"/>
    <w:rsid w:val="00F72BB0"/>
    <w:rsid w:val="00F93403"/>
    <w:rsid w:val="00FA54F4"/>
    <w:rsid w:val="00FA722D"/>
    <w:rsid w:val="00FC2CAB"/>
    <w:rsid w:val="00FE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FD8"/>
    <w:rPr>
      <w:rFonts w:ascii="Times" w:eastAsia="Times" w:hAnsi="Times"/>
      <w:sz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paragraphstyle">
    <w:name w:val="[No paragraph style]"/>
    <w:rsid w:val="00044F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SPARCSans-Bold" w:hAnsi="SPARCSans-Bold"/>
      <w:color w:val="000000"/>
      <w:sz w:val="24"/>
      <w:lang w:val="en-GB"/>
    </w:rPr>
  </w:style>
  <w:style w:type="paragraph" w:customStyle="1" w:styleId="SPARCGraphBodyText">
    <w:name w:val="SPARC_Graph_Body_Text"/>
    <w:basedOn w:val="Normal"/>
    <w:rsid w:val="00044FD8"/>
    <w:pPr>
      <w:widowControl w:val="0"/>
      <w:tabs>
        <w:tab w:val="left" w:pos="227"/>
        <w:tab w:val="left" w:pos="360"/>
      </w:tabs>
      <w:suppressAutoHyphens/>
      <w:autoSpaceDE w:val="0"/>
      <w:autoSpaceDN w:val="0"/>
      <w:adjustRightInd w:val="0"/>
      <w:spacing w:line="192" w:lineRule="atLeast"/>
      <w:textAlignment w:val="center"/>
    </w:pPr>
    <w:rPr>
      <w:rFonts w:ascii="SPARCSans-Light" w:eastAsia="Times New Roman" w:hAnsi="SPARCSans-Light"/>
      <w:color w:val="000000"/>
      <w:sz w:val="16"/>
      <w:lang w:val="en-GB"/>
    </w:rPr>
  </w:style>
  <w:style w:type="character" w:customStyle="1" w:styleId="SPARCGraphTitle">
    <w:name w:val="SPARC_Graph Title"/>
    <w:rsid w:val="00044FD8"/>
    <w:rPr>
      <w:rFonts w:ascii="SPARCSans-Bold" w:hAnsi="SPARCSans-Bold"/>
      <w:b/>
      <w:sz w:val="16"/>
    </w:rPr>
  </w:style>
  <w:style w:type="paragraph" w:styleId="Header">
    <w:name w:val="header"/>
    <w:basedOn w:val="Normal"/>
    <w:rsid w:val="00044F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4FD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bby.steyn\Application%20Data\Microsoft\Templates\FIFA%20WWC%20Job%20Descrip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FIFA WWC Job Description.dot</Template>
  <TotalTime>1</TotalTime>
  <Pages>1</Pages>
  <Words>217</Words>
  <Characters>1370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POSITION</vt:lpstr>
    </vt:vector>
  </TitlesOfParts>
  <Manager>3628908</Manager>
  <Company>Your Company Name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POSITION</dc:title>
  <dc:subject/>
  <dc:creator>Your User Name</dc:creator>
  <cp:keywords/>
  <dc:description/>
  <cp:lastModifiedBy>Claudia Hill</cp:lastModifiedBy>
  <cp:revision>2</cp:revision>
  <cp:lastPrinted>2010-04-04T01:34:00Z</cp:lastPrinted>
  <dcterms:created xsi:type="dcterms:W3CDTF">2013-01-10T23:15:00Z</dcterms:created>
  <dcterms:modified xsi:type="dcterms:W3CDTF">2013-01-10T23:15:00Z</dcterms:modified>
  <cp:category>3628908</cp:category>
</cp:coreProperties>
</file>