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D76" w:rsidRDefault="00AA7D76" w:rsidP="00AA7D76">
      <w:pPr>
        <w:rPr>
          <w:rFonts w:ascii="Tahoma" w:hAnsi="Tahoma" w:cs="Tahoma"/>
          <w:sz w:val="16"/>
          <w:szCs w:val="16"/>
        </w:rPr>
      </w:pPr>
      <w:bookmarkStart w:id="0" w:name="_GoBack"/>
      <w:bookmarkEnd w:id="0"/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81.95pt;margin-top:-34.85pt;width:440.05pt;height:38.3pt;z-index:251657728" filled="f" stroked="f">
            <v:textbox style="mso-next-textbox:#_x0000_s1027">
              <w:txbxContent>
                <w:p w:rsidR="008A546D" w:rsidRPr="00F95F4D" w:rsidRDefault="008A546D" w:rsidP="00AA7D76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F95F4D">
                    <w:rPr>
                      <w:rFonts w:ascii="Tahoma" w:hAnsi="Tahoma" w:cs="Tahoma"/>
                      <w:sz w:val="22"/>
                      <w:szCs w:val="22"/>
                    </w:rPr>
                    <w:t>DIVISION:</w:t>
                  </w:r>
                  <w:r w:rsidRPr="008C12CD">
                    <w:rPr>
                      <w:rFonts w:ascii="Tahoma" w:hAnsi="Tahoma" w:cs="Tahoma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Operations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ab/>
                    <w:t xml:space="preserve"> 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ab/>
                  </w:r>
                  <w:r w:rsidRPr="00F95F4D">
                    <w:rPr>
                      <w:rFonts w:ascii="Tahoma" w:hAnsi="Tahoma" w:cs="Tahoma"/>
                      <w:sz w:val="22"/>
                      <w:szCs w:val="22"/>
                    </w:rPr>
                    <w:t>DEPARTMENT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:</w:t>
                  </w:r>
                  <w:r w:rsidRPr="008C12CD">
                    <w:rPr>
                      <w:rFonts w:ascii="Tahoma" w:hAnsi="Tahoma" w:cs="Tahoma"/>
                      <w:sz w:val="22"/>
                      <w:szCs w:val="22"/>
                    </w:rPr>
                    <w:t xml:space="preserve"> </w:t>
                  </w:r>
                  <w:r w:rsidR="00483E0B">
                    <w:rPr>
                      <w:rFonts w:ascii="Tahoma" w:hAnsi="Tahoma" w:cs="Tahoma"/>
                      <w:sz w:val="22"/>
                      <w:szCs w:val="22"/>
                    </w:rPr>
                    <w:t>Accreditation</w:t>
                  </w:r>
                </w:p>
              </w:txbxContent>
            </v:textbox>
          </v:shape>
        </w:pict>
      </w:r>
    </w:p>
    <w:tbl>
      <w:tblPr>
        <w:tblW w:w="0" w:type="auto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CCFFCC" w:fill="FFFF99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0"/>
        <w:gridCol w:w="5385"/>
      </w:tblGrid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gridSpan w:val="2"/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8A546D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br w:type="page"/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>TITLE OF POSITION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</w:r>
            <w:r w:rsidR="00505DA6">
              <w:rPr>
                <w:rStyle w:val="SPARCGraphTitle"/>
                <w:rFonts w:ascii="Tahoma" w:hAnsi="Tahoma" w:cs="Tahoma"/>
                <w:szCs w:val="16"/>
              </w:rPr>
              <w:t xml:space="preserve">Accreditation Help Desk </w:t>
            </w:r>
            <w:r w:rsidR="00912EE5">
              <w:rPr>
                <w:rStyle w:val="SPARCGraphTitle"/>
                <w:rFonts w:ascii="Tahoma" w:hAnsi="Tahoma" w:cs="Tahoma"/>
                <w:szCs w:val="16"/>
              </w:rPr>
              <w:t>Assistant</w:t>
            </w: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gridSpan w:val="2"/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204B78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BUSINESS UNIT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  <w:t>Local Organising Committee (LOC)</w:t>
            </w: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gridSpan w:val="2"/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8A546D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 xml:space="preserve">REPORTS TO 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</w:r>
            <w:r w:rsidR="00B57E85">
              <w:rPr>
                <w:rStyle w:val="SPARCGraphTitle"/>
                <w:rFonts w:ascii="Tahoma" w:hAnsi="Tahoma" w:cs="Tahoma"/>
                <w:szCs w:val="16"/>
              </w:rPr>
              <w:t xml:space="preserve">Accreditation </w:t>
            </w:r>
            <w:r w:rsidR="00912EE5">
              <w:rPr>
                <w:rStyle w:val="SPARCGraphTitle"/>
                <w:rFonts w:ascii="Tahoma" w:hAnsi="Tahoma" w:cs="Tahoma"/>
                <w:szCs w:val="16"/>
              </w:rPr>
              <w:t>Help Desk Superviso</w:t>
            </w:r>
            <w:r w:rsidR="00B57E85">
              <w:rPr>
                <w:rStyle w:val="SPARCGraphTitle"/>
                <w:rFonts w:ascii="Tahoma" w:hAnsi="Tahoma" w:cs="Tahoma"/>
                <w:szCs w:val="16"/>
              </w:rPr>
              <w:t>r</w:t>
            </w: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gridSpan w:val="2"/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204B78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DATE CREATED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</w:r>
          </w:p>
        </w:tc>
      </w:tr>
      <w:tr w:rsidR="008C12CD" w:rsidRPr="00A418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PURPOSE</w:t>
            </w:r>
          </w:p>
        </w:tc>
      </w:tr>
      <w:tr w:rsidR="008C12CD" w:rsidRPr="00A418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62B5" w:rsidRPr="00C63440" w:rsidRDefault="008F3CBD" w:rsidP="00C63440">
            <w:p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</w:t>
            </w:r>
            <w:r w:rsidR="00C63440">
              <w:rPr>
                <w:rFonts w:ascii="Tahoma" w:hAnsi="Tahoma" w:cs="Tahoma"/>
                <w:sz w:val="16"/>
                <w:szCs w:val="16"/>
              </w:rPr>
              <w:t xml:space="preserve"> p</w:t>
            </w:r>
            <w:r w:rsidR="00C63440" w:rsidRPr="00C63440">
              <w:rPr>
                <w:rFonts w:ascii="Tahoma" w:hAnsi="Tahoma" w:cs="Tahoma"/>
                <w:sz w:val="16"/>
                <w:szCs w:val="16"/>
              </w:rPr>
              <w:t>rovide quality data entry support</w:t>
            </w:r>
            <w:r w:rsidR="00C63440">
              <w:rPr>
                <w:rFonts w:ascii="Tahoma" w:hAnsi="Tahoma" w:cs="Tahoma"/>
                <w:sz w:val="16"/>
                <w:szCs w:val="16"/>
              </w:rPr>
              <w:t>, assist the s</w:t>
            </w:r>
            <w:r w:rsidR="00C63440" w:rsidRPr="00C63440">
              <w:rPr>
                <w:rFonts w:ascii="Tahoma" w:hAnsi="Tahoma" w:cs="Tahoma"/>
                <w:sz w:val="16"/>
                <w:szCs w:val="16"/>
              </w:rPr>
              <w:t xml:space="preserve">mooth operation of the assigned Accreditation </w:t>
            </w:r>
            <w:r w:rsidR="00C63440">
              <w:rPr>
                <w:rFonts w:ascii="Tahoma" w:hAnsi="Tahoma" w:cs="Tahoma"/>
                <w:sz w:val="16"/>
                <w:szCs w:val="16"/>
              </w:rPr>
              <w:t xml:space="preserve">Centre and </w:t>
            </w:r>
            <w:r w:rsidR="00912EE5">
              <w:rPr>
                <w:rFonts w:ascii="Tahoma" w:hAnsi="Tahoma" w:cs="Tahoma"/>
                <w:sz w:val="16"/>
                <w:szCs w:val="16"/>
              </w:rPr>
              <w:t>give assistance where needed to the Ac</w:t>
            </w:r>
            <w:r w:rsidR="00C63440">
              <w:rPr>
                <w:rFonts w:ascii="Tahoma" w:hAnsi="Tahoma" w:cs="Tahoma"/>
                <w:sz w:val="16"/>
                <w:szCs w:val="16"/>
              </w:rPr>
              <w:t>creditation Help Desk Supervisor</w:t>
            </w:r>
            <w:r w:rsidR="00912EE5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8C12CD" w:rsidRPr="00A418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KEY RESPONSIBILITIES</w:t>
            </w:r>
          </w:p>
        </w:tc>
      </w:tr>
      <w:tr w:rsidR="008C12CD" w:rsidRPr="00A418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5A66" w:rsidRDefault="001D5A66" w:rsidP="00C96A15">
            <w:pPr>
              <w:numPr>
                <w:ilvl w:val="0"/>
                <w:numId w:val="5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To work with the Accreditation </w:t>
            </w:r>
            <w:r w:rsidR="00912EE5">
              <w:rPr>
                <w:rFonts w:ascii="Tahoma" w:hAnsi="Tahoma" w:cs="Tahoma"/>
                <w:sz w:val="16"/>
                <w:szCs w:val="16"/>
              </w:rPr>
              <w:t>Help Desk Supervisor</w:t>
            </w:r>
            <w:r>
              <w:rPr>
                <w:rFonts w:ascii="Tahoma" w:hAnsi="Tahoma" w:cs="Tahoma"/>
                <w:sz w:val="16"/>
                <w:szCs w:val="16"/>
              </w:rPr>
              <w:t xml:space="preserve"> to enable the effective set up of the Accreditation </w:t>
            </w:r>
            <w:r w:rsidR="00C63440">
              <w:rPr>
                <w:rFonts w:ascii="Tahoma" w:hAnsi="Tahoma" w:cs="Tahoma"/>
                <w:sz w:val="16"/>
                <w:szCs w:val="16"/>
              </w:rPr>
              <w:t>Centre</w:t>
            </w:r>
          </w:p>
          <w:p w:rsidR="00F74483" w:rsidRDefault="002103BF" w:rsidP="00C96A15">
            <w:pPr>
              <w:numPr>
                <w:ilvl w:val="0"/>
                <w:numId w:val="5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To </w:t>
            </w:r>
            <w:r w:rsidR="00B57E85">
              <w:rPr>
                <w:rFonts w:ascii="Tahoma" w:hAnsi="Tahoma" w:cs="Tahoma"/>
                <w:sz w:val="16"/>
                <w:szCs w:val="16"/>
              </w:rPr>
              <w:t>work w</w:t>
            </w:r>
            <w:r w:rsidR="00912EE5">
              <w:rPr>
                <w:rFonts w:ascii="Tahoma" w:hAnsi="Tahoma" w:cs="Tahoma"/>
                <w:sz w:val="16"/>
                <w:szCs w:val="16"/>
              </w:rPr>
              <w:t>ith the Accreditation Help Desk Supervisor</w:t>
            </w:r>
            <w:r w:rsidR="00B57E85">
              <w:rPr>
                <w:rFonts w:ascii="Tahoma" w:hAnsi="Tahoma" w:cs="Tahoma"/>
                <w:sz w:val="16"/>
                <w:szCs w:val="16"/>
              </w:rPr>
              <w:t xml:space="preserve"> to </w:t>
            </w:r>
            <w:r>
              <w:rPr>
                <w:rFonts w:ascii="Tahoma" w:hAnsi="Tahoma" w:cs="Tahoma"/>
                <w:sz w:val="16"/>
                <w:szCs w:val="16"/>
              </w:rPr>
              <w:t xml:space="preserve">ensure </w:t>
            </w:r>
            <w:r w:rsidR="00B57E85">
              <w:rPr>
                <w:rFonts w:ascii="Tahoma" w:hAnsi="Tahoma" w:cs="Tahoma"/>
                <w:sz w:val="16"/>
                <w:szCs w:val="16"/>
              </w:rPr>
              <w:t>that all accreditation procedures are adhered to during the competition</w:t>
            </w:r>
          </w:p>
          <w:p w:rsidR="00F74483" w:rsidRDefault="00F74483" w:rsidP="00C96A15">
            <w:pPr>
              <w:numPr>
                <w:ilvl w:val="0"/>
                <w:numId w:val="5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 maintain the database of volunteers and applicable accreditation categories</w:t>
            </w:r>
          </w:p>
          <w:p w:rsidR="00C96A15" w:rsidRDefault="00F74483" w:rsidP="00C96A15">
            <w:pPr>
              <w:numPr>
                <w:ilvl w:val="0"/>
                <w:numId w:val="5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To </w:t>
            </w:r>
            <w:r w:rsidR="00C63440">
              <w:rPr>
                <w:rFonts w:ascii="Tahoma" w:hAnsi="Tahoma" w:cs="Tahoma"/>
                <w:sz w:val="16"/>
                <w:szCs w:val="16"/>
              </w:rPr>
              <w:t>co</w:t>
            </w:r>
            <w:r w:rsidR="00C63440" w:rsidRPr="00C63440">
              <w:rPr>
                <w:rFonts w:ascii="Tahoma" w:hAnsi="Tahoma" w:cs="Tahoma"/>
                <w:sz w:val="16"/>
                <w:szCs w:val="16"/>
              </w:rPr>
              <w:t>nduct pre-event data entr</w:t>
            </w:r>
            <w:r w:rsidR="00C63440">
              <w:rPr>
                <w:rFonts w:ascii="Tahoma" w:hAnsi="Tahoma" w:cs="Tahoma"/>
                <w:sz w:val="16"/>
                <w:szCs w:val="16"/>
              </w:rPr>
              <w:t xml:space="preserve">y, take photographs and </w:t>
            </w:r>
            <w:r>
              <w:rPr>
                <w:rFonts w:ascii="Tahoma" w:hAnsi="Tahoma" w:cs="Tahoma"/>
                <w:sz w:val="16"/>
                <w:szCs w:val="16"/>
              </w:rPr>
              <w:t>assist with the</w:t>
            </w:r>
            <w:r w:rsidR="00C63440">
              <w:rPr>
                <w:rFonts w:ascii="Tahoma" w:hAnsi="Tahoma" w:cs="Tahoma"/>
                <w:sz w:val="16"/>
                <w:szCs w:val="16"/>
              </w:rPr>
              <w:t xml:space="preserve"> printing, production,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issuing and recording of </w:t>
            </w:r>
            <w:r w:rsidR="00C63440">
              <w:rPr>
                <w:rFonts w:ascii="Tahoma" w:hAnsi="Tahoma" w:cs="Tahoma"/>
                <w:sz w:val="16"/>
                <w:szCs w:val="16"/>
              </w:rPr>
              <w:t>accreditation badges</w:t>
            </w:r>
            <w:r>
              <w:rPr>
                <w:rFonts w:ascii="Tahoma" w:hAnsi="Tahoma" w:cs="Tahoma"/>
                <w:sz w:val="16"/>
                <w:szCs w:val="16"/>
              </w:rPr>
              <w:t xml:space="preserve"> provided to accredited personnel </w:t>
            </w:r>
          </w:p>
          <w:p w:rsidR="00C63440" w:rsidRDefault="00C63440" w:rsidP="00C96A15">
            <w:pPr>
              <w:numPr>
                <w:ilvl w:val="0"/>
                <w:numId w:val="5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 w</w:t>
            </w:r>
            <w:r w:rsidRPr="00C63440">
              <w:rPr>
                <w:rFonts w:ascii="Tahoma" w:hAnsi="Tahoma" w:cs="Tahoma"/>
                <w:sz w:val="16"/>
                <w:szCs w:val="16"/>
              </w:rPr>
              <w:t>elcome the people requesting an accreditation badge (Greeter Station)</w:t>
            </w:r>
            <w:r>
              <w:rPr>
                <w:rFonts w:ascii="Tahoma" w:hAnsi="Tahoma" w:cs="Tahoma"/>
                <w:sz w:val="16"/>
                <w:szCs w:val="16"/>
              </w:rPr>
              <w:t xml:space="preserve"> and i</w:t>
            </w:r>
            <w:r w:rsidRPr="00C63440">
              <w:rPr>
                <w:rFonts w:ascii="Tahoma" w:hAnsi="Tahoma" w:cs="Tahoma"/>
                <w:sz w:val="16"/>
                <w:szCs w:val="16"/>
              </w:rPr>
              <w:t>dentify and verify applicant</w:t>
            </w:r>
            <w:r>
              <w:rPr>
                <w:rFonts w:ascii="Tahoma" w:hAnsi="Tahoma" w:cs="Tahoma"/>
                <w:sz w:val="16"/>
                <w:szCs w:val="16"/>
              </w:rPr>
              <w:t xml:space="preserve">s (Passport, Drivers </w:t>
            </w:r>
            <w:r w:rsidR="003B1E17">
              <w:rPr>
                <w:rFonts w:ascii="Tahoma" w:hAnsi="Tahoma" w:cs="Tahoma"/>
                <w:sz w:val="16"/>
                <w:szCs w:val="16"/>
              </w:rPr>
              <w:t>License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BE62B5" w:rsidRDefault="00C96A15" w:rsidP="00C96A15">
            <w:pPr>
              <w:numPr>
                <w:ilvl w:val="0"/>
                <w:numId w:val="5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To assist the </w:t>
            </w:r>
            <w:r w:rsidR="00B57E85">
              <w:rPr>
                <w:rFonts w:ascii="Tahoma" w:hAnsi="Tahoma" w:cs="Tahoma"/>
                <w:sz w:val="16"/>
                <w:szCs w:val="16"/>
              </w:rPr>
              <w:t xml:space="preserve">Accreditation </w:t>
            </w:r>
            <w:r w:rsidR="00912EE5">
              <w:rPr>
                <w:rFonts w:ascii="Tahoma" w:hAnsi="Tahoma" w:cs="Tahoma"/>
                <w:sz w:val="16"/>
                <w:szCs w:val="16"/>
              </w:rPr>
              <w:t>Help Desk Supervisor</w:t>
            </w:r>
            <w:r w:rsidR="00B57E85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 xml:space="preserve">to resolve any </w:t>
            </w:r>
            <w:r w:rsidR="00B57E85">
              <w:rPr>
                <w:rFonts w:ascii="Tahoma" w:hAnsi="Tahoma" w:cs="Tahoma"/>
                <w:sz w:val="16"/>
                <w:szCs w:val="16"/>
              </w:rPr>
              <w:t>i</w:t>
            </w:r>
            <w:r>
              <w:rPr>
                <w:rFonts w:ascii="Tahoma" w:hAnsi="Tahoma" w:cs="Tahoma"/>
                <w:sz w:val="16"/>
                <w:szCs w:val="16"/>
              </w:rPr>
              <w:t xml:space="preserve">ssues regarding </w:t>
            </w:r>
            <w:r w:rsidR="00B57E85">
              <w:rPr>
                <w:rFonts w:ascii="Tahoma" w:hAnsi="Tahoma" w:cs="Tahoma"/>
                <w:sz w:val="16"/>
                <w:szCs w:val="16"/>
              </w:rPr>
              <w:t>player, official or volunteer accreditation</w:t>
            </w:r>
          </w:p>
          <w:p w:rsidR="00C63440" w:rsidRPr="00C63440" w:rsidRDefault="00C63440" w:rsidP="00C63440">
            <w:pPr>
              <w:numPr>
                <w:ilvl w:val="0"/>
                <w:numId w:val="5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To assist </w:t>
            </w:r>
            <w:r w:rsidRPr="00C63440">
              <w:rPr>
                <w:rFonts w:ascii="Tahoma" w:hAnsi="Tahoma" w:cs="Tahoma"/>
                <w:sz w:val="16"/>
                <w:szCs w:val="16"/>
              </w:rPr>
              <w:t>in the de-installation of the accreditation centre.</w:t>
            </w:r>
          </w:p>
          <w:p w:rsidR="00B57E85" w:rsidRPr="00362308" w:rsidRDefault="00B57E85" w:rsidP="00912EE5">
            <w:p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C12CD" w:rsidRPr="00A418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b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CORE CAPABILITIES</w:t>
            </w:r>
          </w:p>
        </w:tc>
      </w:tr>
      <w:tr w:rsidR="008C12CD" w:rsidRPr="00A418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204B78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 xml:space="preserve">The core capabilities, linked to our company values, are applicable for each role at LOC. All LOC staff are to display the following </w:t>
            </w:r>
            <w:r w:rsidR="008A546D">
              <w:rPr>
                <w:rFonts w:ascii="Tahoma" w:hAnsi="Tahoma" w:cs="Tahoma"/>
                <w:szCs w:val="16"/>
              </w:rPr>
              <w:t>values</w:t>
            </w:r>
            <w:r w:rsidRPr="00A418A3">
              <w:rPr>
                <w:rFonts w:ascii="Tahoma" w:hAnsi="Tahoma" w:cs="Tahoma"/>
                <w:szCs w:val="16"/>
              </w:rPr>
              <w:t xml:space="preserve"> :</w:t>
            </w:r>
            <w:r w:rsidR="008A546D">
              <w:rPr>
                <w:rFonts w:ascii="Tahoma" w:hAnsi="Tahoma" w:cs="Tahoma"/>
                <w:szCs w:val="16"/>
              </w:rPr>
              <w:t xml:space="preserve"> </w:t>
            </w:r>
            <w:r w:rsidRPr="00A418A3">
              <w:rPr>
                <w:rFonts w:ascii="Tahoma" w:hAnsi="Tahoma" w:cs="Tahoma"/>
                <w:szCs w:val="16"/>
              </w:rPr>
              <w:t>Credible, Competitive, Ambitious, Passionate, Committed, Inclusive and Community Orientated</w:t>
            </w:r>
          </w:p>
        </w:tc>
      </w:tr>
      <w:tr w:rsidR="00930188" w:rsidRPr="00A418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188" w:rsidRPr="00A418A3" w:rsidRDefault="00930188" w:rsidP="00CE4C2F">
            <w:pPr>
              <w:pStyle w:val="SPARCGraphBodyText"/>
              <w:rPr>
                <w:rFonts w:ascii="Tahoma" w:hAnsi="Tahoma" w:cs="Tahoma"/>
                <w:b/>
                <w:szCs w:val="16"/>
              </w:rPr>
            </w:pPr>
            <w:r>
              <w:rPr>
                <w:rStyle w:val="SPARCGraphTitle"/>
                <w:rFonts w:ascii="Tahoma" w:hAnsi="Tahoma" w:cs="Tahoma"/>
                <w:szCs w:val="16"/>
              </w:rPr>
              <w:t>CORE SKILLS</w:t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188" w:rsidRPr="00A418A3" w:rsidRDefault="00930188" w:rsidP="00CE4C2F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930188" w:rsidRPr="00A418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680" w:type="dxa"/>
            <w:tcBorders>
              <w:top w:val="single" w:sz="4" w:space="0" w:color="000000"/>
              <w:left w:val="single" w:sz="4" w:space="0" w:color="auto"/>
              <w:bottom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6811" w:rsidRPr="00C63440" w:rsidRDefault="005D3DF3" w:rsidP="00C63440">
            <w:pPr>
              <w:pStyle w:val="SPARCGraphBodyText"/>
              <w:numPr>
                <w:ilvl w:val="0"/>
                <w:numId w:val="6"/>
              </w:numPr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Communication</w:t>
            </w:r>
          </w:p>
          <w:p w:rsidR="00C63440" w:rsidRPr="00C63440" w:rsidRDefault="00C63440" w:rsidP="00C63440">
            <w:pPr>
              <w:pStyle w:val="SPARCGraphBodyText"/>
              <w:numPr>
                <w:ilvl w:val="0"/>
                <w:numId w:val="6"/>
              </w:numPr>
              <w:tabs>
                <w:tab w:val="clear" w:pos="540"/>
              </w:tabs>
              <w:ind w:left="346" w:hanging="166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T</w:t>
            </w:r>
            <w:r w:rsidRPr="00C63440">
              <w:rPr>
                <w:rFonts w:ascii="Tahoma" w:hAnsi="Tahoma" w:cs="Tahoma"/>
                <w:szCs w:val="16"/>
              </w:rPr>
              <w:t>he ability to handl</w:t>
            </w:r>
            <w:r>
              <w:rPr>
                <w:rFonts w:ascii="Tahoma" w:hAnsi="Tahoma" w:cs="Tahoma"/>
                <w:szCs w:val="16"/>
              </w:rPr>
              <w:t xml:space="preserve">e issues in a diplomatic manner </w:t>
            </w:r>
            <w:r w:rsidRPr="00C63440">
              <w:rPr>
                <w:rFonts w:ascii="Tahoma" w:hAnsi="Tahoma" w:cs="Tahoma"/>
                <w:szCs w:val="16"/>
              </w:rPr>
              <w:t>(English and other languages as required).</w:t>
            </w:r>
          </w:p>
          <w:p w:rsidR="00C63440" w:rsidRPr="00C63440" w:rsidRDefault="00C63440" w:rsidP="00C63440">
            <w:pPr>
              <w:pStyle w:val="SPARCGraphBodyText"/>
              <w:numPr>
                <w:ilvl w:val="0"/>
                <w:numId w:val="6"/>
              </w:numPr>
              <w:rPr>
                <w:rFonts w:ascii="Tahoma" w:hAnsi="Tahoma" w:cs="Tahoma"/>
                <w:szCs w:val="16"/>
              </w:rPr>
            </w:pPr>
            <w:r w:rsidRPr="00C63440">
              <w:rPr>
                <w:rFonts w:ascii="Tahoma" w:hAnsi="Tahoma" w:cs="Tahoma"/>
                <w:szCs w:val="16"/>
              </w:rPr>
              <w:t>Basic understanding of the accreditation process.</w:t>
            </w:r>
          </w:p>
          <w:p w:rsidR="00C63440" w:rsidRPr="00C63440" w:rsidRDefault="00C63440" w:rsidP="00C63440">
            <w:pPr>
              <w:pStyle w:val="SPARCGraphBodyText"/>
              <w:numPr>
                <w:ilvl w:val="0"/>
                <w:numId w:val="6"/>
              </w:numPr>
              <w:tabs>
                <w:tab w:val="clear" w:pos="227"/>
                <w:tab w:val="clear" w:pos="360"/>
                <w:tab w:val="clear" w:pos="540"/>
                <w:tab w:val="left" w:pos="346"/>
              </w:tabs>
              <w:ind w:left="346" w:hanging="166"/>
              <w:rPr>
                <w:rFonts w:ascii="Tahoma" w:hAnsi="Tahoma" w:cs="Tahoma"/>
                <w:szCs w:val="16"/>
              </w:rPr>
            </w:pPr>
            <w:r w:rsidRPr="00C63440">
              <w:rPr>
                <w:rFonts w:ascii="Tahoma" w:hAnsi="Tahoma" w:cs="Tahoma"/>
                <w:szCs w:val="16"/>
              </w:rPr>
              <w:t>Good understanding of the Accreditat</w:t>
            </w:r>
            <w:r>
              <w:rPr>
                <w:rFonts w:ascii="Tahoma" w:hAnsi="Tahoma" w:cs="Tahoma"/>
                <w:szCs w:val="16"/>
              </w:rPr>
              <w:t>ion Application after training.</w:t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2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304" w:rsidRDefault="005D3DF3" w:rsidP="00C63440">
            <w:pPr>
              <w:pStyle w:val="SPARCGraphBodyText"/>
              <w:numPr>
                <w:ilvl w:val="0"/>
                <w:numId w:val="6"/>
              </w:numPr>
              <w:tabs>
                <w:tab w:val="clear" w:pos="540"/>
              </w:tabs>
              <w:ind w:left="343" w:hanging="163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Ability to work with electronic data base</w:t>
            </w:r>
            <w:r w:rsidR="00C63440">
              <w:rPr>
                <w:rFonts w:ascii="Tahoma" w:hAnsi="Tahoma" w:cs="Tahoma"/>
                <w:szCs w:val="16"/>
              </w:rPr>
              <w:t>, MS Office suite and the internet</w:t>
            </w:r>
          </w:p>
          <w:p w:rsidR="00C63440" w:rsidRDefault="00C63440" w:rsidP="008F3CBD">
            <w:pPr>
              <w:pStyle w:val="SPARCGraphBodyText"/>
              <w:numPr>
                <w:ilvl w:val="0"/>
                <w:numId w:val="6"/>
              </w:numPr>
              <w:rPr>
                <w:rFonts w:ascii="Tahoma" w:hAnsi="Tahoma" w:cs="Tahoma"/>
                <w:szCs w:val="16"/>
              </w:rPr>
            </w:pPr>
            <w:r w:rsidRPr="00C63440">
              <w:rPr>
                <w:rFonts w:ascii="Tahoma" w:hAnsi="Tahoma" w:cs="Tahoma"/>
                <w:szCs w:val="16"/>
              </w:rPr>
              <w:t>Good keyboard skills to perform data entry.</w:t>
            </w:r>
          </w:p>
          <w:p w:rsidR="00C63440" w:rsidRDefault="005D3DF3" w:rsidP="008F3CBD">
            <w:pPr>
              <w:pStyle w:val="SPARCGraphBodyText"/>
              <w:numPr>
                <w:ilvl w:val="0"/>
                <w:numId w:val="6"/>
              </w:numPr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Organisation</w:t>
            </w:r>
            <w:r w:rsidR="00C63440" w:rsidRPr="00C63440">
              <w:rPr>
                <w:rFonts w:ascii="Tahoma" w:hAnsi="Tahoma" w:cs="Tahoma"/>
                <w:szCs w:val="16"/>
              </w:rPr>
              <w:t xml:space="preserve"> </w:t>
            </w:r>
            <w:r w:rsidR="00C63440">
              <w:rPr>
                <w:rFonts w:ascii="Tahoma" w:hAnsi="Tahoma" w:cs="Tahoma"/>
                <w:szCs w:val="16"/>
              </w:rPr>
              <w:t>skills and eye for detail</w:t>
            </w:r>
          </w:p>
          <w:p w:rsidR="00930188" w:rsidRDefault="00C63440" w:rsidP="008F3CBD">
            <w:pPr>
              <w:pStyle w:val="SPARCGraphBodyText"/>
              <w:numPr>
                <w:ilvl w:val="0"/>
                <w:numId w:val="6"/>
              </w:numPr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 xml:space="preserve">Adaptable </w:t>
            </w:r>
            <w:r w:rsidRPr="00C63440">
              <w:rPr>
                <w:rFonts w:ascii="Tahoma" w:hAnsi="Tahoma" w:cs="Tahoma"/>
                <w:szCs w:val="16"/>
              </w:rPr>
              <w:t>to flexible working hours and new situations.</w:t>
            </w:r>
          </w:p>
          <w:p w:rsidR="00370304" w:rsidRDefault="00370304" w:rsidP="007B4110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  <w:p w:rsidR="002F2C1E" w:rsidRPr="00A418A3" w:rsidRDefault="002F2C1E" w:rsidP="00316811">
            <w:pPr>
              <w:pStyle w:val="SPARCGraphBodyText"/>
              <w:ind w:left="180"/>
              <w:rPr>
                <w:rFonts w:ascii="Tahoma" w:hAnsi="Tahoma" w:cs="Tahoma"/>
                <w:szCs w:val="16"/>
              </w:rPr>
            </w:pPr>
          </w:p>
        </w:tc>
      </w:tr>
    </w:tbl>
    <w:p w:rsidR="008C12CD" w:rsidRDefault="008C12CD" w:rsidP="008C12CD">
      <w:pPr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6405"/>
      </w:tblGrid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b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Delegations of Authority</w:t>
            </w:r>
            <w:r w:rsidR="00930188">
              <w:rPr>
                <w:rStyle w:val="SPARCGraphTitle"/>
                <w:rFonts w:ascii="Tahoma" w:hAnsi="Tahoma" w:cs="Tahoma"/>
                <w:szCs w:val="16"/>
              </w:rPr>
              <w:t xml:space="preserve"> (if applicable)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b/>
                <w:szCs w:val="16"/>
              </w:rPr>
            </w:pPr>
            <w:r>
              <w:rPr>
                <w:rStyle w:val="SPARCGraphTitle"/>
                <w:rFonts w:ascii="Tahoma" w:hAnsi="Tahoma" w:cs="Tahoma"/>
                <w:szCs w:val="16"/>
              </w:rPr>
              <w:t>Contract Details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Contract Term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</w:tc>
      </w:tr>
      <w:tr w:rsidR="008C12CD" w:rsidRPr="006D33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6D33DA" w:rsidRDefault="008C12CD" w:rsidP="005B070C">
            <w:pPr>
              <w:pStyle w:val="SPARCGraphBodyText"/>
              <w:rPr>
                <w:rFonts w:ascii="Tahoma" w:hAnsi="Tahoma" w:cs="Tahoma"/>
                <w:b/>
              </w:rPr>
            </w:pPr>
            <w:r w:rsidRPr="006D33DA">
              <w:rPr>
                <w:rStyle w:val="SPARCGraphTitle"/>
                <w:rFonts w:ascii="Tahoma" w:hAnsi="Tahoma" w:cs="Tahoma"/>
              </w:rPr>
              <w:t>Responsible For: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6D33DA" w:rsidRDefault="008C12CD" w:rsidP="005B070C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8C12CD" w:rsidRPr="00F752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6D33DA" w:rsidRDefault="008C12CD" w:rsidP="008A546D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</w:tc>
      </w:tr>
      <w:tr w:rsidR="008C12CD" w:rsidRPr="00A418A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_____________________________________________</w:t>
            </w:r>
          </w:p>
          <w:p w:rsidR="008C12CD" w:rsidRDefault="00A44087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 xml:space="preserve">Accreditation Help Desk </w:t>
            </w:r>
            <w:r w:rsidR="00912EE5">
              <w:rPr>
                <w:rFonts w:ascii="Tahoma" w:hAnsi="Tahoma" w:cs="Tahoma"/>
                <w:szCs w:val="16"/>
              </w:rPr>
              <w:t>Assistant</w:t>
            </w:r>
            <w:r>
              <w:rPr>
                <w:rFonts w:ascii="Tahoma" w:hAnsi="Tahoma" w:cs="Tahoma"/>
                <w:szCs w:val="16"/>
              </w:rPr>
              <w:t>’s</w:t>
            </w:r>
            <w:r w:rsidR="008C12CD" w:rsidRPr="00A418A3">
              <w:rPr>
                <w:rFonts w:ascii="Tahoma" w:hAnsi="Tahoma" w:cs="Tahoma"/>
                <w:szCs w:val="16"/>
              </w:rPr>
              <w:t xml:space="preserve"> Signature</w:t>
            </w:r>
          </w:p>
          <w:p w:rsidR="008A546D" w:rsidRPr="00A418A3" w:rsidRDefault="008A546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_</w:t>
            </w:r>
            <w:r>
              <w:rPr>
                <w:rFonts w:ascii="Tahoma" w:hAnsi="Tahoma" w:cs="Tahoma"/>
                <w:szCs w:val="16"/>
              </w:rPr>
              <w:t>_</w:t>
            </w:r>
            <w:r w:rsidRPr="00A418A3">
              <w:rPr>
                <w:rFonts w:ascii="Tahoma" w:hAnsi="Tahoma" w:cs="Tahoma"/>
                <w:szCs w:val="16"/>
              </w:rPr>
              <w:t>____________________________________________</w:t>
            </w:r>
          </w:p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LOC CEO’s</w:t>
            </w:r>
            <w:r w:rsidRPr="00A418A3">
              <w:rPr>
                <w:rFonts w:ascii="Tahoma" w:hAnsi="Tahoma" w:cs="Tahoma"/>
                <w:szCs w:val="16"/>
              </w:rPr>
              <w:t xml:space="preserve"> Signature</w:t>
            </w:r>
          </w:p>
        </w:tc>
      </w:tr>
    </w:tbl>
    <w:p w:rsidR="008C12CD" w:rsidRPr="00AA7D76" w:rsidRDefault="008C12CD" w:rsidP="00AA7D76"/>
    <w:sectPr w:rsidR="008C12CD" w:rsidRPr="00AA7D76" w:rsidSect="008C12CD">
      <w:footerReference w:type="default" r:id="rId7"/>
      <w:pgSz w:w="12240" w:h="15840"/>
      <w:pgMar w:top="851" w:right="851" w:bottom="36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1F5" w:rsidRDefault="001721F5">
      <w:r>
        <w:separator/>
      </w:r>
    </w:p>
  </w:endnote>
  <w:endnote w:type="continuationSeparator" w:id="0">
    <w:p w:rsidR="001721F5" w:rsidRDefault="00172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PARCSans-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SPARCSans-Light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FC5" w:rsidRDefault="00F14FC5">
    <w:pPr>
      <w:pStyle w:val="Footer"/>
    </w:pPr>
    <w:r>
      <w:t>MBIE-MAKO-3631979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1F5" w:rsidRDefault="001721F5">
      <w:r>
        <w:separator/>
      </w:r>
    </w:p>
  </w:footnote>
  <w:footnote w:type="continuationSeparator" w:id="0">
    <w:p w:rsidR="001721F5" w:rsidRDefault="00172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06C28"/>
    <w:multiLevelType w:val="hybridMultilevel"/>
    <w:tmpl w:val="DE2A7648"/>
    <w:lvl w:ilvl="0" w:tplc="03F422B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8C203DD4">
      <w:start w:val="1"/>
      <w:numFmt w:val="bullet"/>
      <w:lvlText w:val=""/>
      <w:lvlJc w:val="left"/>
      <w:pPr>
        <w:tabs>
          <w:tab w:val="num" w:pos="1800"/>
        </w:tabs>
        <w:ind w:left="1928" w:hanging="488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D607452"/>
    <w:multiLevelType w:val="hybridMultilevel"/>
    <w:tmpl w:val="37148AA0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3CB65CA9"/>
    <w:multiLevelType w:val="hybridMultilevel"/>
    <w:tmpl w:val="13ACF3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30A55"/>
    <w:multiLevelType w:val="hybridMultilevel"/>
    <w:tmpl w:val="0C5C7B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50074D0"/>
    <w:multiLevelType w:val="hybridMultilevel"/>
    <w:tmpl w:val="5F92BAE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BB1350B"/>
    <w:multiLevelType w:val="hybridMultilevel"/>
    <w:tmpl w:val="532076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070C"/>
    <w:rsid w:val="00001C84"/>
    <w:rsid w:val="00005AB1"/>
    <w:rsid w:val="000138CD"/>
    <w:rsid w:val="00044FD8"/>
    <w:rsid w:val="000537ED"/>
    <w:rsid w:val="00055E77"/>
    <w:rsid w:val="000953B1"/>
    <w:rsid w:val="000A1DC5"/>
    <w:rsid w:val="000A75E0"/>
    <w:rsid w:val="00111CE7"/>
    <w:rsid w:val="001721F5"/>
    <w:rsid w:val="001A1D07"/>
    <w:rsid w:val="001A41CB"/>
    <w:rsid w:val="001B7D49"/>
    <w:rsid w:val="001D4CC3"/>
    <w:rsid w:val="001D5A66"/>
    <w:rsid w:val="001D69FB"/>
    <w:rsid w:val="001F2097"/>
    <w:rsid w:val="00202E8E"/>
    <w:rsid w:val="00204B78"/>
    <w:rsid w:val="002103BF"/>
    <w:rsid w:val="00242053"/>
    <w:rsid w:val="002439CD"/>
    <w:rsid w:val="00250CAA"/>
    <w:rsid w:val="00264CA8"/>
    <w:rsid w:val="002770C7"/>
    <w:rsid w:val="002F2C1E"/>
    <w:rsid w:val="002F6A90"/>
    <w:rsid w:val="00316811"/>
    <w:rsid w:val="00325263"/>
    <w:rsid w:val="003422B5"/>
    <w:rsid w:val="0034700C"/>
    <w:rsid w:val="00370304"/>
    <w:rsid w:val="00384C4D"/>
    <w:rsid w:val="003B1E17"/>
    <w:rsid w:val="003B5CCE"/>
    <w:rsid w:val="00427385"/>
    <w:rsid w:val="00437716"/>
    <w:rsid w:val="0045225F"/>
    <w:rsid w:val="00460E58"/>
    <w:rsid w:val="00483749"/>
    <w:rsid w:val="00483E0B"/>
    <w:rsid w:val="00505DA6"/>
    <w:rsid w:val="00527665"/>
    <w:rsid w:val="00533A68"/>
    <w:rsid w:val="00555CE0"/>
    <w:rsid w:val="00571B4A"/>
    <w:rsid w:val="00592FC5"/>
    <w:rsid w:val="005A23CE"/>
    <w:rsid w:val="005B070C"/>
    <w:rsid w:val="005B53F5"/>
    <w:rsid w:val="005D3DF3"/>
    <w:rsid w:val="00603FCF"/>
    <w:rsid w:val="0061472E"/>
    <w:rsid w:val="00633F61"/>
    <w:rsid w:val="006616C3"/>
    <w:rsid w:val="006839AF"/>
    <w:rsid w:val="006C5C74"/>
    <w:rsid w:val="006E6EE3"/>
    <w:rsid w:val="006E76F5"/>
    <w:rsid w:val="007041D1"/>
    <w:rsid w:val="007132F3"/>
    <w:rsid w:val="00713FD2"/>
    <w:rsid w:val="00724B1B"/>
    <w:rsid w:val="00743537"/>
    <w:rsid w:val="00780442"/>
    <w:rsid w:val="007A0242"/>
    <w:rsid w:val="007B4110"/>
    <w:rsid w:val="007B5956"/>
    <w:rsid w:val="007C75AA"/>
    <w:rsid w:val="007D6BE6"/>
    <w:rsid w:val="007F2467"/>
    <w:rsid w:val="008006BA"/>
    <w:rsid w:val="00825DC7"/>
    <w:rsid w:val="00862F88"/>
    <w:rsid w:val="008A546D"/>
    <w:rsid w:val="008B6F75"/>
    <w:rsid w:val="008C12CD"/>
    <w:rsid w:val="008E5127"/>
    <w:rsid w:val="008F3CBD"/>
    <w:rsid w:val="00912EE5"/>
    <w:rsid w:val="00921D21"/>
    <w:rsid w:val="00930188"/>
    <w:rsid w:val="00950C16"/>
    <w:rsid w:val="00977F7B"/>
    <w:rsid w:val="00A14230"/>
    <w:rsid w:val="00A24C54"/>
    <w:rsid w:val="00A36D5F"/>
    <w:rsid w:val="00A4100C"/>
    <w:rsid w:val="00A44087"/>
    <w:rsid w:val="00A51A7F"/>
    <w:rsid w:val="00A5473F"/>
    <w:rsid w:val="00A67D11"/>
    <w:rsid w:val="00A94370"/>
    <w:rsid w:val="00AA7D76"/>
    <w:rsid w:val="00B24708"/>
    <w:rsid w:val="00B2797E"/>
    <w:rsid w:val="00B446D8"/>
    <w:rsid w:val="00B57E85"/>
    <w:rsid w:val="00B85276"/>
    <w:rsid w:val="00B9296F"/>
    <w:rsid w:val="00BE4126"/>
    <w:rsid w:val="00BE62B5"/>
    <w:rsid w:val="00C04D6E"/>
    <w:rsid w:val="00C31C2B"/>
    <w:rsid w:val="00C60D58"/>
    <w:rsid w:val="00C6259F"/>
    <w:rsid w:val="00C63440"/>
    <w:rsid w:val="00C6590D"/>
    <w:rsid w:val="00C709A3"/>
    <w:rsid w:val="00C73011"/>
    <w:rsid w:val="00C82DF9"/>
    <w:rsid w:val="00C96A15"/>
    <w:rsid w:val="00CA309A"/>
    <w:rsid w:val="00CC6CEE"/>
    <w:rsid w:val="00CD4C09"/>
    <w:rsid w:val="00CE4C2F"/>
    <w:rsid w:val="00CF08AA"/>
    <w:rsid w:val="00CF38C3"/>
    <w:rsid w:val="00D03BF5"/>
    <w:rsid w:val="00D47CEA"/>
    <w:rsid w:val="00D6211B"/>
    <w:rsid w:val="00D76047"/>
    <w:rsid w:val="00D77A83"/>
    <w:rsid w:val="00D83FFB"/>
    <w:rsid w:val="00D86312"/>
    <w:rsid w:val="00D96822"/>
    <w:rsid w:val="00DA4D2C"/>
    <w:rsid w:val="00DC71D2"/>
    <w:rsid w:val="00DE43EC"/>
    <w:rsid w:val="00E017F4"/>
    <w:rsid w:val="00E10BB1"/>
    <w:rsid w:val="00E274CA"/>
    <w:rsid w:val="00E9328D"/>
    <w:rsid w:val="00EB6DD2"/>
    <w:rsid w:val="00EE24FB"/>
    <w:rsid w:val="00EE3453"/>
    <w:rsid w:val="00EE6C25"/>
    <w:rsid w:val="00EF17B6"/>
    <w:rsid w:val="00EF7A3F"/>
    <w:rsid w:val="00F14FC5"/>
    <w:rsid w:val="00F264B9"/>
    <w:rsid w:val="00F34B2D"/>
    <w:rsid w:val="00F72BB0"/>
    <w:rsid w:val="00F74483"/>
    <w:rsid w:val="00FA54F4"/>
    <w:rsid w:val="00FA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4FD8"/>
    <w:rPr>
      <w:rFonts w:ascii="Times" w:eastAsia="Times" w:hAnsi="Times"/>
      <w:sz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Noparagraphstyle">
    <w:name w:val="[No paragraph style]"/>
    <w:rsid w:val="00044F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SPARCSans-Bold" w:hAnsi="SPARCSans-Bold"/>
      <w:color w:val="000000"/>
      <w:sz w:val="24"/>
      <w:lang w:val="en-GB"/>
    </w:rPr>
  </w:style>
  <w:style w:type="paragraph" w:customStyle="1" w:styleId="SPARCGraphBodyText">
    <w:name w:val="SPARC_Graph_Body_Text"/>
    <w:basedOn w:val="Normal"/>
    <w:rsid w:val="00044FD8"/>
    <w:pPr>
      <w:widowControl w:val="0"/>
      <w:tabs>
        <w:tab w:val="left" w:pos="227"/>
        <w:tab w:val="left" w:pos="360"/>
      </w:tabs>
      <w:suppressAutoHyphens/>
      <w:autoSpaceDE w:val="0"/>
      <w:autoSpaceDN w:val="0"/>
      <w:adjustRightInd w:val="0"/>
      <w:spacing w:line="192" w:lineRule="atLeast"/>
      <w:textAlignment w:val="center"/>
    </w:pPr>
    <w:rPr>
      <w:rFonts w:ascii="SPARCSans-Light" w:eastAsia="Times New Roman" w:hAnsi="SPARCSans-Light"/>
      <w:color w:val="000000"/>
      <w:sz w:val="16"/>
      <w:lang w:val="en-GB"/>
    </w:rPr>
  </w:style>
  <w:style w:type="character" w:customStyle="1" w:styleId="SPARCGraphTitle">
    <w:name w:val="SPARC_Graph Title"/>
    <w:rsid w:val="00044FD8"/>
    <w:rPr>
      <w:rFonts w:ascii="SPARCSans-Bold" w:hAnsi="SPARCSans-Bold"/>
      <w:b/>
      <w:sz w:val="16"/>
    </w:rPr>
  </w:style>
  <w:style w:type="paragraph" w:styleId="Header">
    <w:name w:val="header"/>
    <w:basedOn w:val="Normal"/>
    <w:rsid w:val="00044FD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44FD8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bby.steyn\Application%20Data\Microsoft\Templates\FIFA%20WWC%20Job%20Descrip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FIFA WWC Job Description.dot</Template>
  <TotalTime>1</TotalTime>
  <Pages>1</Pages>
  <Words>288</Words>
  <Characters>1889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OF POSITION</vt:lpstr>
    </vt:vector>
  </TitlesOfParts>
  <Manager>3631979</Manager>
  <Company>Your Company Name</Company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OF POSITION</dc:title>
  <dc:subject/>
  <dc:creator>Your User Name</dc:creator>
  <cp:keywords/>
  <dc:description/>
  <cp:lastModifiedBy>Claudia Hill</cp:lastModifiedBy>
  <cp:revision>2</cp:revision>
  <cp:lastPrinted>2010-04-04T00:12:00Z</cp:lastPrinted>
  <dcterms:created xsi:type="dcterms:W3CDTF">2013-01-10T23:16:00Z</dcterms:created>
  <dcterms:modified xsi:type="dcterms:W3CDTF">2013-01-10T23:16:00Z</dcterms:modified>
  <cp:category>3631979</cp:category>
</cp:coreProperties>
</file>